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D0F45" w14:textId="18967B28" w:rsidR="00201AC2" w:rsidRPr="001A40E2" w:rsidRDefault="00BA7B4F" w:rsidP="00201AC2">
      <w:pPr>
        <w:spacing w:after="180"/>
        <w:rPr>
          <w:b/>
          <w:sz w:val="44"/>
          <w:szCs w:val="44"/>
        </w:rPr>
      </w:pPr>
      <w:r w:rsidRPr="00BC5854">
        <w:rPr>
          <w:b/>
          <w:sz w:val="44"/>
          <w:szCs w:val="44"/>
        </w:rPr>
        <w:t>Sieving and filtering</w:t>
      </w:r>
    </w:p>
    <w:p w14:paraId="322497BF" w14:textId="77777777" w:rsidR="009970B3" w:rsidRDefault="009970B3" w:rsidP="009970B3">
      <w:pPr>
        <w:spacing w:after="180"/>
      </w:pPr>
    </w:p>
    <w:p w14:paraId="29190BDC" w14:textId="3F695982" w:rsidR="009970B3" w:rsidRPr="009970B3" w:rsidRDefault="009970B3" w:rsidP="009970B3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9970B3">
        <w:t xml:space="preserve">Sam takes a beaker of water and adds a </w:t>
      </w:r>
      <w:r w:rsidRPr="009970B3">
        <w:rPr>
          <w:rFonts w:cstheme="minorHAnsi"/>
          <w:sz w:val="24"/>
        </w:rPr>
        <w:t>spoonful of fine sand to it.  She stirs it all up together.  The water looks orange and cloudy.</w:t>
      </w:r>
    </w:p>
    <w:p w14:paraId="037B365B" w14:textId="249E6569" w:rsidR="009970B3" w:rsidRDefault="009970B3" w:rsidP="009970B3">
      <w:pPr>
        <w:pStyle w:val="ListParagraph"/>
        <w:numPr>
          <w:ilvl w:val="1"/>
          <w:numId w:val="3"/>
        </w:numPr>
        <w:spacing w:after="180"/>
        <w:ind w:left="993" w:hanging="426"/>
        <w:contextualSpacing w:val="0"/>
      </w:pPr>
      <w:r>
        <w:t>She pours half of it through a kitchen sieve. The water which comes through is still orange and cloudy.</w:t>
      </w:r>
    </w:p>
    <w:p w14:paraId="5876C46C" w14:textId="71CBCC6A" w:rsidR="009970B3" w:rsidRDefault="009970B3" w:rsidP="009970B3">
      <w:pPr>
        <w:pStyle w:val="ListParagraph"/>
        <w:spacing w:after="180"/>
        <w:ind w:left="993"/>
        <w:contextualSpacing w:val="0"/>
      </w:pPr>
      <w:r w:rsidRPr="00BA7B4F">
        <w:rPr>
          <w:rFonts w:cstheme="minorHAnsi"/>
          <w:noProof/>
          <w:sz w:val="24"/>
        </w:rPr>
        <w:drawing>
          <wp:anchor distT="0" distB="0" distL="114300" distR="114300" simplePos="0" relativeHeight="251667456" behindDoc="0" locked="0" layoutInCell="1" allowOverlap="1" wp14:anchorId="27A4FA87" wp14:editId="3D15D283">
            <wp:simplePos x="0" y="0"/>
            <wp:positionH relativeFrom="margin">
              <wp:posOffset>617220</wp:posOffset>
            </wp:positionH>
            <wp:positionV relativeFrom="paragraph">
              <wp:posOffset>635</wp:posOffset>
            </wp:positionV>
            <wp:extent cx="1270000" cy="1000125"/>
            <wp:effectExtent l="0" t="0" r="6350" b="9525"/>
            <wp:wrapSquare wrapText="bothSides"/>
            <wp:docPr id="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2DFF1CD2-80EC-4D36-A770-C03A69D04BE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2DFF1CD2-80EC-4D36-A770-C03A69D04BE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F1F54" w14:textId="76050BAC" w:rsidR="009970B3" w:rsidRDefault="009970B3" w:rsidP="009970B3">
      <w:pPr>
        <w:pStyle w:val="ListParagraph"/>
        <w:spacing w:after="180"/>
        <w:ind w:left="993"/>
        <w:contextualSpacing w:val="0"/>
      </w:pPr>
    </w:p>
    <w:p w14:paraId="21BED6E4" w14:textId="45DFE537" w:rsidR="009970B3" w:rsidRDefault="009970B3" w:rsidP="009970B3">
      <w:pPr>
        <w:pStyle w:val="ListParagraph"/>
        <w:spacing w:after="180"/>
        <w:ind w:left="993"/>
        <w:contextualSpacing w:val="0"/>
      </w:pPr>
    </w:p>
    <w:p w14:paraId="000C09CD" w14:textId="18725E19" w:rsidR="009970B3" w:rsidRDefault="009970B3" w:rsidP="009970B3">
      <w:pPr>
        <w:pStyle w:val="ListParagraph"/>
        <w:spacing w:after="180"/>
        <w:ind w:left="993"/>
        <w:contextualSpacing w:val="0"/>
      </w:pPr>
    </w:p>
    <w:p w14:paraId="6D2D4822" w14:textId="6BA5361F" w:rsidR="009970B3" w:rsidRDefault="009970B3" w:rsidP="009970B3">
      <w:pPr>
        <w:pStyle w:val="ListParagraph"/>
        <w:spacing w:after="180"/>
        <w:ind w:left="993"/>
        <w:contextualSpacing w:val="0"/>
      </w:pPr>
      <w:r>
        <w:t>What is the best explanation for this?</w:t>
      </w:r>
    </w:p>
    <w:p w14:paraId="7FB89A57" w14:textId="13A5766B" w:rsidR="009970B3" w:rsidRPr="009970B3" w:rsidRDefault="009970B3" w:rsidP="009970B3">
      <w:pPr>
        <w:ind w:left="273" w:firstLine="720"/>
        <w:rPr>
          <w:rFonts w:cstheme="minorHAnsi"/>
          <w:sz w:val="24"/>
        </w:rPr>
      </w:pPr>
      <w:r w:rsidRPr="009970B3">
        <w:rPr>
          <w:rFonts w:cstheme="minorHAnsi"/>
          <w:sz w:val="24"/>
        </w:rPr>
        <w:t xml:space="preserve">A  </w:t>
      </w:r>
      <w:r>
        <w:rPr>
          <w:rFonts w:cstheme="minorHAnsi"/>
          <w:sz w:val="24"/>
        </w:rPr>
        <w:tab/>
      </w:r>
      <w:r w:rsidRPr="009970B3">
        <w:rPr>
          <w:rFonts w:cstheme="minorHAnsi"/>
          <w:sz w:val="24"/>
        </w:rPr>
        <w:t xml:space="preserve">The grains of sand are </w:t>
      </w:r>
      <w:r w:rsidRPr="009970B3">
        <w:rPr>
          <w:rFonts w:cstheme="minorHAnsi"/>
          <w:b/>
          <w:sz w:val="24"/>
        </w:rPr>
        <w:t>bigger</w:t>
      </w:r>
      <w:r w:rsidRPr="009970B3">
        <w:rPr>
          <w:rFonts w:cstheme="minorHAnsi"/>
          <w:sz w:val="24"/>
        </w:rPr>
        <w:t xml:space="preserve"> than the holes in the sieve. </w:t>
      </w:r>
    </w:p>
    <w:p w14:paraId="6805F237" w14:textId="4DBCAE34" w:rsidR="009970B3" w:rsidRPr="009970B3" w:rsidRDefault="009970B3" w:rsidP="009970B3">
      <w:pPr>
        <w:ind w:left="273" w:firstLine="720"/>
        <w:rPr>
          <w:rFonts w:cstheme="minorHAnsi"/>
          <w:sz w:val="24"/>
        </w:rPr>
      </w:pPr>
      <w:r w:rsidRPr="009970B3">
        <w:rPr>
          <w:rFonts w:cstheme="minorHAnsi"/>
          <w:sz w:val="24"/>
        </w:rPr>
        <w:t xml:space="preserve">B  </w:t>
      </w:r>
      <w:r>
        <w:rPr>
          <w:rFonts w:cstheme="minorHAnsi"/>
          <w:sz w:val="24"/>
        </w:rPr>
        <w:tab/>
      </w:r>
      <w:r w:rsidRPr="009970B3">
        <w:rPr>
          <w:rFonts w:cstheme="minorHAnsi"/>
          <w:sz w:val="24"/>
        </w:rPr>
        <w:t xml:space="preserve">The grains of sand are </w:t>
      </w:r>
      <w:r w:rsidRPr="009970B3">
        <w:rPr>
          <w:rFonts w:cstheme="minorHAnsi"/>
          <w:b/>
          <w:sz w:val="24"/>
        </w:rPr>
        <w:t>the same size</w:t>
      </w:r>
      <w:r w:rsidRPr="009970B3">
        <w:rPr>
          <w:rFonts w:cstheme="minorHAnsi"/>
          <w:sz w:val="24"/>
        </w:rPr>
        <w:t xml:space="preserve"> as the holes in the sieve. </w:t>
      </w:r>
    </w:p>
    <w:p w14:paraId="472A1680" w14:textId="5A73D7BB" w:rsidR="009970B3" w:rsidRPr="009970B3" w:rsidRDefault="009970B3" w:rsidP="009970B3">
      <w:pPr>
        <w:ind w:left="273" w:firstLine="720"/>
        <w:rPr>
          <w:rFonts w:cstheme="minorHAnsi"/>
          <w:sz w:val="24"/>
        </w:rPr>
      </w:pPr>
      <w:r w:rsidRPr="009970B3">
        <w:rPr>
          <w:rFonts w:cstheme="minorHAnsi"/>
          <w:sz w:val="24"/>
        </w:rPr>
        <w:t xml:space="preserve">C  </w:t>
      </w:r>
      <w:r>
        <w:rPr>
          <w:rFonts w:cstheme="minorHAnsi"/>
          <w:sz w:val="24"/>
        </w:rPr>
        <w:tab/>
      </w:r>
      <w:r w:rsidRPr="009970B3">
        <w:rPr>
          <w:rFonts w:cstheme="minorHAnsi"/>
          <w:sz w:val="24"/>
        </w:rPr>
        <w:t xml:space="preserve">The grains of sand are </w:t>
      </w:r>
      <w:r w:rsidRPr="009970B3">
        <w:rPr>
          <w:rFonts w:cstheme="minorHAnsi"/>
          <w:b/>
          <w:sz w:val="24"/>
        </w:rPr>
        <w:t>smaller</w:t>
      </w:r>
      <w:r w:rsidRPr="009970B3">
        <w:rPr>
          <w:rFonts w:cstheme="minorHAnsi"/>
          <w:sz w:val="24"/>
        </w:rPr>
        <w:t xml:space="preserve"> than the holes in the sieve.</w:t>
      </w:r>
    </w:p>
    <w:p w14:paraId="3C1A4051" w14:textId="77777777" w:rsidR="009970B3" w:rsidRDefault="009970B3" w:rsidP="009970B3">
      <w:pPr>
        <w:pStyle w:val="ListParagraph"/>
        <w:spacing w:after="180"/>
        <w:ind w:left="993"/>
        <w:contextualSpacing w:val="0"/>
      </w:pPr>
    </w:p>
    <w:p w14:paraId="2768386F" w14:textId="282692AA" w:rsidR="009970B3" w:rsidRDefault="001357B4" w:rsidP="009970B3">
      <w:pPr>
        <w:pStyle w:val="ListParagraph"/>
        <w:numPr>
          <w:ilvl w:val="1"/>
          <w:numId w:val="3"/>
        </w:numPr>
        <w:spacing w:after="180"/>
        <w:ind w:left="993" w:hanging="426"/>
        <w:contextualSpacing w:val="0"/>
      </w:pPr>
      <w:r>
        <w:t>Sam</w:t>
      </w:r>
      <w:r w:rsidR="009970B3">
        <w:t xml:space="preserve"> then pours the other half of the cloudy orange water into a funnel containing a folded filter paper. The sand collects in the filter paper.</w:t>
      </w:r>
    </w:p>
    <w:p w14:paraId="24C2AA19" w14:textId="4FB88760" w:rsidR="003C68CB" w:rsidRDefault="003C68CB" w:rsidP="003C68CB">
      <w:pPr>
        <w:spacing w:after="180"/>
      </w:pPr>
      <w:r w:rsidRPr="00BA7B4F">
        <w:rPr>
          <w:rFonts w:cstheme="minorHAnsi"/>
          <w:noProof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664384" behindDoc="0" locked="0" layoutInCell="0" allowOverlap="1" wp14:anchorId="4C42337E" wp14:editId="026FD787">
                <wp:simplePos x="0" y="0"/>
                <wp:positionH relativeFrom="margin">
                  <wp:posOffset>807085</wp:posOffset>
                </wp:positionH>
                <wp:positionV relativeFrom="paragraph">
                  <wp:posOffset>280670</wp:posOffset>
                </wp:positionV>
                <wp:extent cx="1144601" cy="1225062"/>
                <wp:effectExtent l="0" t="57150" r="0" b="32385"/>
                <wp:wrapSquare wrapText="bothSides"/>
                <wp:docPr id="154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601" cy="1225062"/>
                          <a:chOff x="6840" y="8755"/>
                          <a:chExt cx="2970" cy="3705"/>
                        </a:xfrm>
                      </wpg:grpSpPr>
                      <wpg:grpSp>
                        <wpg:cNvPr id="155" name="Group 62"/>
                        <wpg:cNvGrpSpPr>
                          <a:grpSpLocks/>
                        </wpg:cNvGrpSpPr>
                        <wpg:grpSpPr bwMode="auto">
                          <a:xfrm>
                            <a:off x="7717" y="9765"/>
                            <a:ext cx="574" cy="1681"/>
                            <a:chOff x="4110" y="4380"/>
                            <a:chExt cx="825" cy="2415"/>
                          </a:xfrm>
                        </wpg:grpSpPr>
                        <wps:wsp>
                          <wps:cNvPr id="156" name="Line 63"/>
                          <wps:cNvCnPr/>
                          <wps:spPr bwMode="auto">
                            <a:xfrm>
                              <a:off x="4110" y="4380"/>
                              <a:ext cx="825" cy="12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64"/>
                          <wps:cNvCnPr/>
                          <wps:spPr bwMode="auto">
                            <a:xfrm>
                              <a:off x="4935" y="5670"/>
                              <a:ext cx="0" cy="11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8" name="Line 65"/>
                        <wps:cNvCnPr/>
                        <wps:spPr bwMode="auto">
                          <a:xfrm flipH="1">
                            <a:off x="8375" y="9765"/>
                            <a:ext cx="574" cy="8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66"/>
                        <wps:cNvCnPr/>
                        <wps:spPr bwMode="auto">
                          <a:xfrm flipH="1">
                            <a:off x="8375" y="10663"/>
                            <a:ext cx="0" cy="8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67"/>
                        <wps:cNvCnPr/>
                        <wps:spPr bwMode="auto">
                          <a:xfrm flipH="1">
                            <a:off x="8333" y="10005"/>
                            <a:ext cx="428" cy="67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68"/>
                        <wps:cNvCnPr/>
                        <wps:spPr bwMode="auto">
                          <a:xfrm>
                            <a:off x="7903" y="9995"/>
                            <a:ext cx="428" cy="67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69"/>
                        <wps:cNvCnPr/>
                        <wps:spPr bwMode="auto">
                          <a:xfrm flipV="1">
                            <a:off x="7972" y="10110"/>
                            <a:ext cx="726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70"/>
                        <wps:cNvCnPr/>
                        <wps:spPr bwMode="auto">
                          <a:xfrm>
                            <a:off x="8059" y="10149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71"/>
                        <wps:cNvCnPr/>
                        <wps:spPr bwMode="auto">
                          <a:xfrm>
                            <a:off x="8304" y="10149"/>
                            <a:ext cx="1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72"/>
                        <wps:cNvCnPr/>
                        <wps:spPr bwMode="auto">
                          <a:xfrm>
                            <a:off x="8162" y="10193"/>
                            <a:ext cx="1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73"/>
                        <wps:cNvCnPr/>
                        <wps:spPr bwMode="auto">
                          <a:xfrm>
                            <a:off x="8454" y="10199"/>
                            <a:ext cx="1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74"/>
                        <wps:cNvCnPr/>
                        <wps:spPr bwMode="auto">
                          <a:xfrm>
                            <a:off x="8295" y="10262"/>
                            <a:ext cx="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75"/>
                        <wps:cNvCnPr/>
                        <wps:spPr bwMode="auto">
                          <a:xfrm>
                            <a:off x="8134" y="10293"/>
                            <a:ext cx="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76"/>
                        <wps:cNvCnPr/>
                        <wps:spPr bwMode="auto">
                          <a:xfrm>
                            <a:off x="8400" y="10323"/>
                            <a:ext cx="83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77"/>
                        <wps:cNvCnPr/>
                        <wps:spPr bwMode="auto">
                          <a:xfrm>
                            <a:off x="8249" y="10354"/>
                            <a:ext cx="84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78"/>
                        <wps:cNvCnPr/>
                        <wps:spPr bwMode="auto">
                          <a:xfrm>
                            <a:off x="8387" y="10394"/>
                            <a:ext cx="84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79"/>
                        <wps:cNvCnPr/>
                        <wps:spPr bwMode="auto">
                          <a:xfrm>
                            <a:off x="8208" y="10415"/>
                            <a:ext cx="83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80"/>
                        <wps:cNvCnPr/>
                        <wps:spPr bwMode="auto">
                          <a:xfrm>
                            <a:off x="8289" y="10557"/>
                            <a:ext cx="84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81"/>
                        <wps:cNvCnPr/>
                        <wps:spPr bwMode="auto">
                          <a:xfrm>
                            <a:off x="8297" y="10479"/>
                            <a:ext cx="84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75" name="Group 82"/>
                        <wpg:cNvGrpSpPr>
                          <a:grpSpLocks/>
                        </wpg:cNvGrpSpPr>
                        <wpg:grpSpPr bwMode="auto">
                          <a:xfrm>
                            <a:off x="8187" y="11321"/>
                            <a:ext cx="365" cy="935"/>
                            <a:chOff x="8187" y="11321"/>
                            <a:chExt cx="365" cy="935"/>
                          </a:xfrm>
                        </wpg:grpSpPr>
                        <wpg:grpSp>
                          <wpg:cNvPr id="176" name="Group 83"/>
                          <wpg:cNvGrpSpPr>
                            <a:grpSpLocks/>
                          </wpg:cNvGrpSpPr>
                          <wpg:grpSpPr bwMode="auto">
                            <a:xfrm>
                              <a:off x="8208" y="11739"/>
                              <a:ext cx="344" cy="517"/>
                              <a:chOff x="7425" y="6240"/>
                              <a:chExt cx="1005" cy="1035"/>
                            </a:xfrm>
                          </wpg:grpSpPr>
                          <wps:wsp>
                            <wps:cNvPr id="177" name="Oval 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85" y="6675"/>
                                <a:ext cx="141" cy="1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8" name="Rectangle 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25" y="6240"/>
                                <a:ext cx="1005" cy="1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9" name="Group 86"/>
                          <wpg:cNvGrpSpPr>
                            <a:grpSpLocks/>
                          </wpg:cNvGrpSpPr>
                          <wpg:grpSpPr bwMode="auto">
                            <a:xfrm>
                              <a:off x="8187" y="11321"/>
                              <a:ext cx="344" cy="517"/>
                              <a:chOff x="7425" y="6240"/>
                              <a:chExt cx="1005" cy="1035"/>
                            </a:xfrm>
                          </wpg:grpSpPr>
                          <wps:wsp>
                            <wps:cNvPr id="180" name="Oval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85" y="6675"/>
                                <a:ext cx="141" cy="1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1" name="Rectangle 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25" y="6240"/>
                                <a:ext cx="1005" cy="1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82" name="Group 89"/>
                          <wpg:cNvGrpSpPr>
                            <a:grpSpLocks/>
                          </wpg:cNvGrpSpPr>
                          <wpg:grpSpPr bwMode="auto">
                            <a:xfrm>
                              <a:off x="8197" y="11509"/>
                              <a:ext cx="345" cy="517"/>
                              <a:chOff x="7425" y="6240"/>
                              <a:chExt cx="1005" cy="1035"/>
                            </a:xfrm>
                          </wpg:grpSpPr>
                          <wps:wsp>
                            <wps:cNvPr id="183" name="Oval 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85" y="6675"/>
                                <a:ext cx="141" cy="1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4" name="Rectangle 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25" y="6240"/>
                                <a:ext cx="1005" cy="1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85" name="Group 92"/>
                        <wpg:cNvGrpSpPr>
                          <a:grpSpLocks/>
                        </wpg:cNvGrpSpPr>
                        <wpg:grpSpPr bwMode="auto">
                          <a:xfrm rot="434377">
                            <a:off x="7080" y="8755"/>
                            <a:ext cx="935" cy="1221"/>
                            <a:chOff x="6525" y="2995"/>
                            <a:chExt cx="935" cy="1221"/>
                          </a:xfrm>
                        </wpg:grpSpPr>
                        <wpg:grpSp>
                          <wpg:cNvPr id="186" name="Group 93"/>
                          <wpg:cNvGrpSpPr>
                            <a:grpSpLocks/>
                          </wpg:cNvGrpSpPr>
                          <wpg:grpSpPr bwMode="auto">
                            <a:xfrm rot="2956832">
                              <a:off x="6404" y="3161"/>
                              <a:ext cx="1221" cy="890"/>
                              <a:chOff x="2505" y="4065"/>
                              <a:chExt cx="2100" cy="1530"/>
                            </a:xfrm>
                          </wpg:grpSpPr>
                          <wps:wsp>
                            <wps:cNvPr id="187" name="Line 94"/>
                            <wps:cNvCnPr/>
                            <wps:spPr bwMode="auto">
                              <a:xfrm>
                                <a:off x="3060" y="5580"/>
                                <a:ext cx="102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88" name="Group 9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40" y="4065"/>
                                <a:ext cx="765" cy="660"/>
                                <a:chOff x="7500" y="3465"/>
                                <a:chExt cx="765" cy="660"/>
                              </a:xfrm>
                            </wpg:grpSpPr>
                            <wps:wsp>
                              <wps:cNvPr id="189" name="Oval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5" y="3750"/>
                                  <a:ext cx="285" cy="2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Rectangle 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0" y="3870"/>
                                  <a:ext cx="765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Rectangle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75" y="3465"/>
                                  <a:ext cx="300" cy="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2" name="Group 99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505" y="4080"/>
                                <a:ext cx="765" cy="660"/>
                                <a:chOff x="7500" y="3465"/>
                                <a:chExt cx="765" cy="660"/>
                              </a:xfrm>
                            </wpg:grpSpPr>
                            <wps:wsp>
                              <wps:cNvPr id="193" name="Oval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5" y="3750"/>
                                  <a:ext cx="285" cy="2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0" y="3870"/>
                                  <a:ext cx="765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" name="Rectangle 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75" y="3465"/>
                                  <a:ext cx="300" cy="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96" name="Line 103"/>
                            <wps:cNvCnPr/>
                            <wps:spPr bwMode="auto">
                              <a:xfrm>
                                <a:off x="3045" y="4455"/>
                                <a:ext cx="0" cy="114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7" name="Line 104"/>
                            <wps:cNvCnPr/>
                            <wps:spPr bwMode="auto">
                              <a:xfrm>
                                <a:off x="4065" y="4455"/>
                                <a:ext cx="0" cy="114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98" name="Line 105"/>
                          <wps:cNvCnPr/>
                          <wps:spPr bwMode="auto">
                            <a:xfrm>
                              <a:off x="6525" y="3658"/>
                              <a:ext cx="8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106"/>
                          <wps:cNvCnPr/>
                          <wps:spPr bwMode="auto">
                            <a:xfrm>
                              <a:off x="6685" y="370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107"/>
                          <wps:cNvCnPr/>
                          <wps:spPr bwMode="auto">
                            <a:xfrm>
                              <a:off x="6865" y="372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108"/>
                          <wps:cNvCnPr/>
                          <wps:spPr bwMode="auto">
                            <a:xfrm>
                              <a:off x="7095" y="370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109"/>
                          <wps:cNvCnPr/>
                          <wps:spPr bwMode="auto">
                            <a:xfrm>
                              <a:off x="6705" y="380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110"/>
                          <wps:cNvCnPr/>
                          <wps:spPr bwMode="auto">
                            <a:xfrm>
                              <a:off x="6915" y="381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Line 111"/>
                          <wps:cNvCnPr/>
                          <wps:spPr bwMode="auto">
                            <a:xfrm>
                              <a:off x="6845" y="386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112"/>
                          <wps:cNvCnPr/>
                          <wps:spPr bwMode="auto">
                            <a:xfrm>
                              <a:off x="7055" y="377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Line 113"/>
                          <wps:cNvCnPr/>
                          <wps:spPr bwMode="auto">
                            <a:xfrm>
                              <a:off x="6825" y="398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114"/>
                          <wps:cNvCnPr/>
                          <wps:spPr bwMode="auto">
                            <a:xfrm>
                              <a:off x="6925" y="393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Line 115"/>
                          <wps:cNvCnPr/>
                          <wps:spPr bwMode="auto">
                            <a:xfrm>
                              <a:off x="6765" y="392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9" name="Group 116"/>
                        <wpg:cNvGrpSpPr>
                          <a:grpSpLocks/>
                        </wpg:cNvGrpSpPr>
                        <wpg:grpSpPr bwMode="auto">
                          <a:xfrm>
                            <a:off x="7640" y="11440"/>
                            <a:ext cx="1400" cy="1020"/>
                            <a:chOff x="2505" y="4065"/>
                            <a:chExt cx="2100" cy="1530"/>
                          </a:xfrm>
                        </wpg:grpSpPr>
                        <wps:wsp>
                          <wps:cNvPr id="210" name="Line 117"/>
                          <wps:cNvCnPr/>
                          <wps:spPr bwMode="auto">
                            <a:xfrm>
                              <a:off x="3060" y="5580"/>
                              <a:ext cx="102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11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3840" y="4065"/>
                              <a:ext cx="765" cy="660"/>
                              <a:chOff x="7500" y="3465"/>
                              <a:chExt cx="765" cy="660"/>
                            </a:xfrm>
                          </wpg:grpSpPr>
                          <wps:wsp>
                            <wps:cNvPr id="212" name="Oval 1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25" y="3750"/>
                                <a:ext cx="285" cy="2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3" name="Rectangle 1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00" y="3870"/>
                                <a:ext cx="765" cy="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4" name="Rectangle 1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5" y="3465"/>
                                <a:ext cx="300" cy="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5" name="Group 122"/>
                          <wpg:cNvGrpSpPr>
                            <a:grpSpLocks/>
                          </wpg:cNvGrpSpPr>
                          <wpg:grpSpPr bwMode="auto">
                            <a:xfrm flipH="1">
                              <a:off x="2505" y="4080"/>
                              <a:ext cx="765" cy="660"/>
                              <a:chOff x="7500" y="3465"/>
                              <a:chExt cx="765" cy="660"/>
                            </a:xfrm>
                          </wpg:grpSpPr>
                          <wps:wsp>
                            <wps:cNvPr id="216" name="Oval 1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25" y="3750"/>
                                <a:ext cx="285" cy="2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7" name="Rectangle 1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00" y="3870"/>
                                <a:ext cx="765" cy="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8" name="Rectangle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5" y="3465"/>
                                <a:ext cx="300" cy="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9" name="Line 126"/>
                          <wps:cNvCnPr/>
                          <wps:spPr bwMode="auto">
                            <a:xfrm>
                              <a:off x="3045" y="4455"/>
                              <a:ext cx="0" cy="11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27"/>
                          <wps:cNvCnPr/>
                          <wps:spPr bwMode="auto">
                            <a:xfrm>
                              <a:off x="4065" y="4455"/>
                              <a:ext cx="0" cy="11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1" name="Line 128"/>
                        <wps:cNvCnPr/>
                        <wps:spPr bwMode="auto">
                          <a:xfrm>
                            <a:off x="7990" y="12188"/>
                            <a:ext cx="6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129"/>
                        <wps:cNvCnPr/>
                        <wps:spPr bwMode="auto">
                          <a:xfrm>
                            <a:off x="6840" y="12450"/>
                            <a:ext cx="29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23" name="Group 130"/>
                        <wpg:cNvGrpSpPr>
                          <a:grpSpLocks/>
                        </wpg:cNvGrpSpPr>
                        <wpg:grpSpPr bwMode="auto">
                          <a:xfrm>
                            <a:off x="7917" y="9401"/>
                            <a:ext cx="355" cy="705"/>
                            <a:chOff x="8187" y="11321"/>
                            <a:chExt cx="355" cy="705"/>
                          </a:xfrm>
                        </wpg:grpSpPr>
                        <wpg:grpSp>
                          <wpg:cNvPr id="224" name="Group 131"/>
                          <wpg:cNvGrpSpPr>
                            <a:grpSpLocks/>
                          </wpg:cNvGrpSpPr>
                          <wpg:grpSpPr bwMode="auto">
                            <a:xfrm>
                              <a:off x="8187" y="11321"/>
                              <a:ext cx="344" cy="517"/>
                              <a:chOff x="7425" y="6240"/>
                              <a:chExt cx="1005" cy="1035"/>
                            </a:xfrm>
                          </wpg:grpSpPr>
                          <wps:wsp>
                            <wps:cNvPr id="225" name="Oval 1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85" y="6675"/>
                                <a:ext cx="141" cy="1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6" name="Rectangle 1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25" y="6240"/>
                                <a:ext cx="1005" cy="1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7" name="Group 134"/>
                          <wpg:cNvGrpSpPr>
                            <a:grpSpLocks/>
                          </wpg:cNvGrpSpPr>
                          <wpg:grpSpPr bwMode="auto">
                            <a:xfrm>
                              <a:off x="8197" y="11509"/>
                              <a:ext cx="345" cy="517"/>
                              <a:chOff x="7425" y="6240"/>
                              <a:chExt cx="1005" cy="1035"/>
                            </a:xfrm>
                          </wpg:grpSpPr>
                          <wps:wsp>
                            <wps:cNvPr id="228" name="Oval 1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85" y="6675"/>
                                <a:ext cx="141" cy="1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9" name="Rectangle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25" y="6240"/>
                                <a:ext cx="1005" cy="1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71645" id="Group 61" o:spid="_x0000_s1026" style="position:absolute;margin-left:63.55pt;margin-top:22.1pt;width:90.15pt;height:96.45pt;z-index:251664384;mso-position-horizontal-relative:margin" coordorigin="6840,8755" coordsize="2970,3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" o:allowincell="f">
                <v:group id="Group 62" o:spid="_x0000_s1027" style="position:absolute;left:7717;top:9765;width:574;height:1681" coordorigin="4110,4380" coordsize="825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line id="Line 63" o:spid="_x0000_s1028" style="position:absolute;visibility:visible;mso-wrap-style:square" from="4110,4380" to="4935,5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Is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GXvEizEAAAA3AAAAA8A&#10;AAAAAAAAAAAAAAAABwIAAGRycy9kb3ducmV2LnhtbFBLBQYAAAAAAwADALcAAAD4AgAAAAA=&#10;"/>
                  <v:line id="Line 64" o:spid="_x0000_s1029" style="position:absolute;visibility:visible;mso-wrap-style:square" from="4935,5670" to="4935,6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7e3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AKo7e3xQAAANwAAAAP&#10;AAAAAAAAAAAAAAAAAAcCAABkcnMvZG93bnJldi54bWxQSwUGAAAAAAMAAwC3AAAA+QIAAAAA&#10;"/>
                </v:group>
                <v:line id="Line 65" o:spid="_x0000_s1030" style="position:absolute;flip:x;visibility:visible;mso-wrap-style:square" from="8375,9765" to="8949,10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"/>
                <v:line id="Line 66" o:spid="_x0000_s1031" style="position:absolute;flip:x;visibility:visible;mso-wrap-style:square" from="8375,10663" to="8375,11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"/>
                <v:line id="Line 67" o:spid="_x0000_s1032" style="position:absolute;flip:x;visibility:visible;mso-wrap-style:square" from="8333,10005" to="8761,10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" strokeweight="1.5pt"/>
                <v:line id="Line 68" o:spid="_x0000_s1033" style="position:absolute;visibility:visible;mso-wrap-style:square" from="7903,9995" to="8331,1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" strokeweight="1.5pt"/>
                <v:line id="Line 69" o:spid="_x0000_s1034" style="position:absolute;flip:y;visibility:visible;mso-wrap-style:square" from="7972,10110" to="8698,10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"/>
                <v:line id="Line 70" o:spid="_x0000_s1035" style="position:absolute;visibility:visible;mso-wrap-style:square" from="8059,10149" to="8157,10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HsJ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6Qx+n4kXyOUPAAAA//8DAFBLAQItABQABgAIAAAAIQDb4fbL7gAAAIUBAAATAAAAAAAAAAAA&#10;AAAAAAAAAABbQ29udGVudF9UeXBlc10ueG1sUEsBAi0AFAAGAAgAAAAhAFr0LFu/AAAAFQEAAAsA&#10;AAAAAAAAAAAAAAAAHwEAAF9yZWxzLy5yZWxzUEsBAi0AFAAGAAgAAAAhALv0ewnEAAAA3AAAAA8A&#10;AAAAAAAAAAAAAAAABwIAAGRycy9kb3ducmV2LnhtbFBLBQYAAAAAAwADALcAAAD4AgAAAAA=&#10;"/>
                <v:line id="Line 71" o:spid="_x0000_s1036" style="position:absolute;visibility:visible;mso-wrap-style:square" from="8304,10149" to="8441,10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eN9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oG92fiBXL2CwAA//8DAFBLAQItABQABgAIAAAAIQDb4fbL7gAAAIUBAAATAAAAAAAAAAAA&#10;AAAAAAAAAABbQ29udGVudF9UeXBlc10ueG1sUEsBAi0AFAAGAAgAAAAhAFr0LFu/AAAAFQEAAAsA&#10;AAAAAAAAAAAAAAAAHwEAAF9yZWxzLy5yZWxzUEsBAi0AFAAGAAgAAAAhADQd433EAAAA3AAAAA8A&#10;AAAAAAAAAAAAAAAABwIAAGRycy9kb3ducmV2LnhtbFBLBQYAAAAAAwADALcAAAD4AgAAAAA=&#10;"/>
                <v:line id="Line 72" o:spid="_x0000_s1037" style="position:absolute;visibility:visible;mso-wrap-style:square" from="8162,10193" to="8287,10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Ubm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fvoG92fiBXL2CwAA//8DAFBLAQItABQABgAIAAAAIQDb4fbL7gAAAIUBAAATAAAAAAAAAAAA&#10;AAAAAAAAAABbQ29udGVudF9UeXBlc10ueG1sUEsBAi0AFAAGAAgAAAAhAFr0LFu/AAAAFQEAAAsA&#10;AAAAAAAAAAAAAAAAHwEAAF9yZWxzLy5yZWxzUEsBAi0AFAAGAAgAAAAhAFtRRubEAAAA3AAAAA8A&#10;AAAAAAAAAAAAAAAABwIAAGRycy9kb3ducmV2LnhtbFBLBQYAAAAAAwADALcAAAD4AgAAAAA=&#10;"/>
                <v:line id="Line 73" o:spid="_x0000_s1038" style="position:absolute;visibility:visible;mso-wrap-style:square" from="8454,10199" to="8579,10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"/>
                <v:line id="Line 74" o:spid="_x0000_s1039" style="position:absolute;visibility:visible;mso-wrap-style:square" from="8295,10262" to="8421,10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30K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PQN7s/EC+TsBgAA//8DAFBLAQItABQABgAIAAAAIQDb4fbL7gAAAIUBAAATAAAAAAAAAAAA&#10;AAAAAAAAAABbQ29udGVudF9UeXBlc10ueG1sUEsBAi0AFAAGAAgAAAAhAFr0LFu/AAAAFQEAAAsA&#10;AAAAAAAAAAAAAAAAHwEAAF9yZWxzLy5yZWxzUEsBAi0AFAAGAAgAAAAhAMTPfQrEAAAA3AAAAA8A&#10;AAAAAAAAAAAAAAAABwIAAGRycy9kb3ducmV2LnhtbFBLBQYAAAAAAwADALcAAAD4AgAAAAA=&#10;"/>
                <v:line id="Line 75" o:spid="_x0000_s1040" style="position:absolute;visibility:visible;mso-wrap-style:square" from="8134,10293" to="8260,10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Ol4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daeUYm0Ms/AAAA//8DAFBLAQItABQABgAIAAAAIQDb4fbL7gAAAIUBAAATAAAAAAAA&#10;AAAAAAAAAAAAAABbQ29udGVudF9UeXBlc10ueG1sUEsBAi0AFAAGAAgAAAAhAFr0LFu/AAAAFQEA&#10;AAsAAAAAAAAAAAAAAAAAHwEAAF9yZWxzLy5yZWxzUEsBAi0AFAAGAAgAAAAhALVQ6XjHAAAA3AAA&#10;AA8AAAAAAAAAAAAAAAAABwIAAGRycy9kb3ducmV2LnhtbFBLBQYAAAAAAwADALcAAAD7AgAAAAA=&#10;"/>
                <v:line id="Line 76" o:spid="_x0000_s1041" style="position:absolute;visibility:visible;mso-wrap-style:square" from="8400,10323" to="8483,1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zj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ekY7s/EC+TsBgAA//8DAFBLAQItABQABgAIAAAAIQDb4fbL7gAAAIUBAAATAAAAAAAAAAAA&#10;AAAAAAAAAABbQ29udGVudF9UeXBlc10ueG1sUEsBAi0AFAAGAAgAAAAhAFr0LFu/AAAAFQEAAAsA&#10;AAAAAAAAAAAAAAAAHwEAAF9yZWxzLy5yZWxzUEsBAi0AFAAGAAgAAAAhANocTOPEAAAA3AAAAA8A&#10;AAAAAAAAAAAAAAAABwIAAGRycy9kb3ducmV2LnhtbFBLBQYAAAAAAwADALcAAAD4AgAAAAA=&#10;"/>
                <v:line id="Line 77" o:spid="_x0000_s1042" style="position:absolute;visibility:visible;mso-wrap-style:square" from="8249,10354" to="8333,10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"/>
                <v:line id="Line 78" o:spid="_x0000_s1043" style="position:absolute;visibility:visible;mso-wrap-style:square" from="8387,10394" to="8471,10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9Y4xAAAANw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/3UE12fiBXJ2AQAA//8DAFBLAQItABQABgAIAAAAIQDb4fbL7gAAAIUBAAATAAAAAAAAAAAA&#10;AAAAAAAAAABbQ29udGVudF9UeXBlc10ueG1sUEsBAi0AFAAGAAgAAAAhAFr0LFu/AAAAFQEAAAsA&#10;AAAAAAAAAAAAAAAAHwEAAF9yZWxzLy5yZWxzUEsBAi0AFAAGAAgAAAAhAKGz1jjEAAAA3AAAAA8A&#10;AAAAAAAAAAAAAAAABwIAAGRycy9kb3ducmV2LnhtbFBLBQYAAAAAAwADALcAAAD4AgAAAAA=&#10;"/>
                <v:line id="Line 79" o:spid="_x0000_s1044" style="position:absolute;visibility:visible;mso-wrap-style:square" from="8208,10415" to="8291,10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hPxAAAANwAAAAPAAAAZHJzL2Rvd25yZXYueG1sRE9Na8JA&#10;EL0X/A/LCL3VTS3E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FFhSE/EAAAA3AAAAA8A&#10;AAAAAAAAAAAAAAAABwIAAGRycy9kb3ducmV2LnhtbFBLBQYAAAAAAwADALcAAAD4AgAAAAA=&#10;"/>
                <v:line id="Line 80" o:spid="_x0000_s1045" style="position:absolute;visibility:visible;mso-wrap-style:square" from="8289,10557" to="8373,10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e3U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D4t7dTEAAAA3AAAAA8A&#10;AAAAAAAAAAAAAAAABwIAAGRycy9kb3ducmV2LnhtbFBLBQYAAAAAAwADALcAAAD4AgAAAAA=&#10;"/>
                <v:line id="Line 81" o:spid="_x0000_s1046" style="position:absolute;visibility:visible;mso-wrap-style:square" from="8297,10479" to="8381,10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"/>
                <v:group id="Group 82" o:spid="_x0000_s1047" style="position:absolute;left:8187;top:11321;width:365;height:935" coordorigin="8187,11321" coordsize="365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group id="Group 83" o:spid="_x0000_s1048" style="position:absolute;left:8208;top:11739;width:344;height:517" coordorigin="7425,6240" coordsize="1005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  <v:oval id="Oval 84" o:spid="_x0000_s1049" style="position:absolute;left:7785;top:6675;width:14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"/>
                    <v:rect id="Rectangle 85" o:spid="_x0000_s1050" style="position:absolute;left:7425;top:6240;width:100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" filled="f" stroked="f"/>
                  </v:group>
                  <v:group id="Group 86" o:spid="_x0000_s1051" style="position:absolute;left:8187;top:11321;width:344;height:517" coordorigin="7425,6240" coordsize="1005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  <v:oval id="Oval 87" o:spid="_x0000_s1052" style="position:absolute;left:7785;top:6675;width:14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"/>
                    <v:rect id="Rectangle 88" o:spid="_x0000_s1053" style="position:absolute;left:7425;top:6240;width:100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" filled="f" stroked="f"/>
                  </v:group>
                  <v:group id="Group 89" o:spid="_x0000_s1054" style="position:absolute;left:8197;top:11509;width:345;height:517" coordorigin="7425,6240" coordsize="1005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  <v:oval id="Oval 90" o:spid="_x0000_s1055" style="position:absolute;left:7785;top:6675;width:14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"/>
                    <v:rect id="Rectangle 91" o:spid="_x0000_s1056" style="position:absolute;left:7425;top:6240;width:100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" filled="f" stroked="f"/>
                  </v:group>
                </v:group>
                <v:group id="Group 92" o:spid="_x0000_s1057" style="position:absolute;left:7080;top:8755;width:935;height:1221;rotation:474456fd" coordorigin="6525,2995" coordsize="935,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">
                  <v:group id="Group 93" o:spid="_x0000_s1058" style="position:absolute;left:6404;top:3161;width:1221;height:890;rotation:3229649fd" coordorigin="2505,4065" coordsize="2100,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">
                    <v:line id="Line 94" o:spid="_x0000_s1059" style="position:absolute;visibility:visible;mso-wrap-style:square" from="3060,5580" to="4080,5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" strokeweight="1.5pt"/>
                    <v:group id="Group 95" o:spid="_x0000_s1060" style="position:absolute;left:3840;top:4065;width:765;height:660" coordorigin="7500,3465" coordsize="765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    <v:oval id="Oval 96" o:spid="_x0000_s1061" style="position:absolute;left:7725;top:3750;width:28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" strokeweight="1.5pt"/>
                      <v:rect id="Rectangle 97" o:spid="_x0000_s1062" style="position:absolute;left:7500;top:3870;width:76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" stroked="f"/>
                      <v:rect id="Rectangle 98" o:spid="_x0000_s1063" style="position:absolute;left:7875;top:3465;width:30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pAswQAAANw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/FEfns/EC+T0AQAA//8DAFBLAQItABQABgAIAAAAIQDb4fbL7gAAAIUBAAATAAAAAAAAAAAAAAAA&#10;AAAAAABbQ29udGVudF9UeXBlc10ueG1sUEsBAi0AFAAGAAgAAAAhAFr0LFu/AAAAFQEAAAsAAAAA&#10;AAAAAAAAAAAAHwEAAF9yZWxzLy5yZWxzUEsBAi0AFAAGAAgAAAAhAPROkCzBAAAA3AAAAA8AAAAA&#10;AAAAAAAAAAAABwIAAGRycy9kb3ducmV2LnhtbFBLBQYAAAAAAwADALcAAAD1AgAAAAA=&#10;" stroked="f"/>
                    </v:group>
                    <v:group id="Group 99" o:spid="_x0000_s1064" style="position:absolute;left:2505;top:4080;width:765;height:660;flip:x" coordorigin="7500,3465" coordsize="765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">
                      <v:oval id="Oval 100" o:spid="_x0000_s1065" style="position:absolute;left:7725;top:3750;width:28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" strokeweight="1.5pt"/>
                      <v:rect id="Rectangle 101" o:spid="_x0000_s1066" style="position:absolute;left:7500;top:3870;width:76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" stroked="f"/>
                      <v:rect id="Rectangle 102" o:spid="_x0000_s1067" style="position:absolute;left:7875;top:3465;width:30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" stroked="f"/>
                    </v:group>
                    <v:line id="Line 103" o:spid="_x0000_s1068" style="position:absolute;visibility:visible;mso-wrap-style:square" from="3045,4455" to="3045,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" strokeweight="1.5pt"/>
                    <v:line id="Line 104" o:spid="_x0000_s1069" style="position:absolute;visibility:visible;mso-wrap-style:square" from="4065,4455" to="4065,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" strokeweight="1.5pt"/>
                  </v:group>
                  <v:line id="Line 105" o:spid="_x0000_s1070" style="position:absolute;visibility:visible;mso-wrap-style:square" from="6525,3658" to="7415,3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"/>
                  <v:line id="Line 106" o:spid="_x0000_s1071" style="position:absolute;visibility:visible;mso-wrap-style:square" from="6685,3708" to="6805,3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"/>
                  <v:line id="Line 107" o:spid="_x0000_s1072" style="position:absolute;visibility:visible;mso-wrap-style:square" from="6865,3728" to="6985,3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GGixQAAANw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"/>
                  <v:line id="Line 108" o:spid="_x0000_s1073" style="position:absolute;visibility:visible;mso-wrap-style:square" from="7095,3708" to="7215,3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MQ5xgAAANw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E4GcH/mXgE5OwGAAD//wMAUEsBAi0AFAAGAAgAAAAhANvh9svuAAAAhQEAABMAAAAAAAAA&#10;AAAAAAAAAAAAAFtDb250ZW50X1R5cGVzXS54bWxQSwECLQAUAAYACAAAACEAWvQsW78AAAAVAQAA&#10;CwAAAAAAAAAAAAAAAAAfAQAAX3JlbHMvLnJlbHNQSwECLQAUAAYACAAAACEAIpDEOcYAAADcAAAA&#10;DwAAAAAAAAAAAAAAAAAHAgAAZHJzL2Rvd25yZXYueG1sUEsFBgAAAAADAAMAtwAAAPoCAAAAAA==&#10;"/>
                  <v:line id="Line 109" o:spid="_x0000_s1074" style="position:absolute;visibility:visible;mso-wrap-style:square" from="6705,3808" to="6825,3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lpOxgAAANw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SeF2Jh4BObsCAAD//wMAUEsBAi0AFAAGAAgAAAAhANvh9svuAAAAhQEAABMAAAAAAAAA&#10;AAAAAAAAAAAAAFtDb250ZW50X1R5cGVzXS54bWxQSwECLQAUAAYACAAAACEAWvQsW78AAAAVAQAA&#10;CwAAAAAAAAAAAAAAAAAfAQAAX3JlbHMvLnJlbHNQSwECLQAUAAYACAAAACEA0kJaTsYAAADcAAAA&#10;DwAAAAAAAAAAAAAAAAAHAgAAZHJzL2Rvd25yZXYueG1sUEsFBgAAAAADAAMAtwAAAPoCAAAAAA==&#10;"/>
                  <v:line id="Line 110" o:spid="_x0000_s1075" style="position:absolute;visibility:visible;mso-wrap-style:square" from="6915,3818" to="7035,3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v/V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gmM7ifiUdALm4AAAD//wMAUEsBAi0AFAAGAAgAAAAhANvh9svuAAAAhQEAABMAAAAAAAAA&#10;AAAAAAAAAAAAAFtDb250ZW50X1R5cGVzXS54bWxQSwECLQAUAAYACAAAACEAWvQsW78AAAAVAQAA&#10;CwAAAAAAAAAAAAAAAAAfAQAAX3JlbHMvLnJlbHNQSwECLQAUAAYACAAAACEAvQ7/1cYAAADcAAAA&#10;DwAAAAAAAAAAAAAAAAAHAgAAZHJzL2Rvd25yZXYueG1sUEsFBgAAAAADAAMAtwAAAPoCAAAAAA==&#10;"/>
                  <v:line id="Line 111" o:spid="_x0000_s1076" style="position:absolute;visibility:visible;mso-wrap-style:square" from="6845,3868" to="6965,3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2ehxgAAANw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JnuHvTDwCcvELAAD//wMAUEsBAi0AFAAGAAgAAAAhANvh9svuAAAAhQEAABMAAAAAAAAA&#10;AAAAAAAAAAAAAFtDb250ZW50X1R5cGVzXS54bWxQSwECLQAUAAYACAAAACEAWvQsW78AAAAVAQAA&#10;CwAAAAAAAAAAAAAAAAAfAQAAX3JlbHMvLnJlbHNQSwECLQAUAAYACAAAACEAMudnocYAAADcAAAA&#10;DwAAAAAAAAAAAAAAAAAHAgAAZHJzL2Rvd25yZXYueG1sUEsFBgAAAAADAAMAtwAAAPoCAAAAAA==&#10;"/>
                  <v:line id="Line 112" o:spid="_x0000_s1077" style="position:absolute;visibility:visible;mso-wrap-style:square" from="7055,3778" to="7175,3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8I6xgAAANw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JnuHvTDwCcvELAAD//wMAUEsBAi0AFAAGAAgAAAAhANvh9svuAAAAhQEAABMAAAAAAAAA&#10;AAAAAAAAAAAAAFtDb250ZW50X1R5cGVzXS54bWxQSwECLQAUAAYACAAAACEAWvQsW78AAAAVAQAA&#10;CwAAAAAAAAAAAAAAAAAfAQAAX3JlbHMvLnJlbHNQSwECLQAUAAYACAAAACEAXavCOsYAAADcAAAA&#10;DwAAAAAAAAAAAAAAAAAHAgAAZHJzL2Rvd25yZXYueG1sUEsFBgAAAAADAAMAtwAAAPoCAAAAAA==&#10;"/>
                  <v:line id="Line 113" o:spid="_x0000_s1078" style="position:absolute;visibility:visible;mso-wrap-style:square" from="6825,3988" to="6945,3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VxNxgAAANw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ZJCr9n4hGQyx8AAAD//wMAUEsBAi0AFAAGAAgAAAAhANvh9svuAAAAhQEAABMAAAAAAAAA&#10;AAAAAAAAAAAAAFtDb250ZW50X1R5cGVzXS54bWxQSwECLQAUAAYACAAAACEAWvQsW78AAAAVAQAA&#10;CwAAAAAAAAAAAAAAAAAfAQAAX3JlbHMvLnJlbHNQSwECLQAUAAYACAAAACEArXlcTcYAAADcAAAA&#10;DwAAAAAAAAAAAAAAAAAHAgAAZHJzL2Rvd25yZXYueG1sUEsFBgAAAAADAAMAtwAAAPoCAAAAAA==&#10;"/>
                  <v:line id="Line 114" o:spid="_x0000_s1079" style="position:absolute;visibility:visible;mso-wrap-style:square" from="6925,3938" to="7045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fnWxgAAANw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JnuHvTDwCcvELAAD//wMAUEsBAi0AFAAGAAgAAAAhANvh9svuAAAAhQEAABMAAAAAAAAA&#10;AAAAAAAAAAAAAFtDb250ZW50X1R5cGVzXS54bWxQSwECLQAUAAYACAAAACEAWvQsW78AAAAVAQAA&#10;CwAAAAAAAAAAAAAAAAAfAQAAX3JlbHMvLnJlbHNQSwECLQAUAAYACAAAACEAwjX51sYAAADcAAAA&#10;DwAAAAAAAAAAAAAAAAAHAgAAZHJzL2Rvd25yZXYueG1sUEsFBgAAAAADAAMAtwAAAPoCAAAAAA==&#10;"/>
                  <v:line id="Line 115" o:spid="_x0000_s1080" style="position:absolute;visibility:visible;mso-wrap-style:square" from="6765,3928" to="6885,3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m2kwwAAANw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gncW08E4+AnP8BAAD//wMAUEsBAi0AFAAGAAgAAAAhANvh9svuAAAAhQEAABMAAAAAAAAAAAAA&#10;AAAAAAAAAFtDb250ZW50X1R5cGVzXS54bWxQSwECLQAUAAYACAAAACEAWvQsW78AAAAVAQAACwAA&#10;AAAAAAAAAAAAAAAfAQAAX3JlbHMvLnJlbHNQSwECLQAUAAYACAAAACEAs6ptpMMAAADcAAAADwAA&#10;AAAAAAAAAAAAAAAHAgAAZHJzL2Rvd25yZXYueG1sUEsFBgAAAAADAAMAtwAAAPcCAAAAAA==&#10;"/>
                </v:group>
                <v:group id="Group 116" o:spid="_x0000_s1081" style="position:absolute;left:7640;top:11440;width:1400;height:1020" coordorigin="2505,4065" coordsize="2100,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line id="Line 117" o:spid="_x0000_s1082" style="position:absolute;visibility:visible;mso-wrap-style:square" from="3060,5580" to="4080,5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" strokeweight="1.5pt"/>
                  <v:group id="Group 118" o:spid="_x0000_s1083" style="position:absolute;left:3840;top:4065;width:765;height:660" coordorigin="7500,3465" coordsize="765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<v:oval id="Oval 119" o:spid="_x0000_s1084" style="position:absolute;left:7725;top:3750;width:28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" strokeweight="1.5pt"/>
                    <v:rect id="Rectangle 120" o:spid="_x0000_s1085" style="position:absolute;left:7500;top:3870;width:76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snm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qGgxG8zsQjIBd/AAAA//8DAFBLAQItABQABgAIAAAAIQDb4fbL7gAAAIUBAAATAAAAAAAAAAAA&#10;AAAAAAAAAABbQ29udGVudF9UeXBlc10ueG1sUEsBAi0AFAAGAAgAAAAhAFr0LFu/AAAAFQEAAAsA&#10;AAAAAAAAAAAAAAAAHwEAAF9yZWxzLy5yZWxzUEsBAi0AFAAGAAgAAAAhAN0myebEAAAA3AAAAA8A&#10;AAAAAAAAAAAAAAAABwIAAGRycy9kb3ducmV2LnhtbFBLBQYAAAAAAwADALcAAAD4AgAAAAA=&#10;" stroked="f"/>
                    <v:rect id="Rectangle 121" o:spid="_x0000_s1086" style="position:absolute;left:7875;top:3465;width:30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" stroked="f"/>
                  </v:group>
                  <v:group id="Group 122" o:spid="_x0000_s1087" style="position:absolute;left:2505;top:4080;width:765;height:660;flip:x" coordorigin="7500,3465" coordsize="765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">
                    <v:oval id="Oval 123" o:spid="_x0000_s1088" style="position:absolute;left:7725;top:3750;width:28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" strokeweight="1.5pt"/>
                    <v:rect id="Rectangle 124" o:spid="_x0000_s1089" style="position:absolute;left:7500;top:3870;width:76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" stroked="f"/>
                    <v:rect id="Rectangle 125" o:spid="_x0000_s1090" style="position:absolute;left:7875;top:3465;width:30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" stroked="f"/>
                  </v:group>
                  <v:line id="Line 126" o:spid="_x0000_s1091" style="position:absolute;visibility:visible;mso-wrap-style:square" from="3045,4455" to="3045,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" strokeweight="1.5pt"/>
                  <v:line id="Line 127" o:spid="_x0000_s1092" style="position:absolute;visibility:visible;mso-wrap-style:square" from="4065,4455" to="4065,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" strokeweight="1.5pt"/>
                </v:group>
                <v:line id="Line 128" o:spid="_x0000_s1093" style="position:absolute;visibility:visible;mso-wrap-style:square" from="7990,12188" to="8680,12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"/>
                <v:line id="Line 129" o:spid="_x0000_s1094" style="position:absolute;visibility:visible;mso-wrap-style:square" from="6840,12450" to="9810,12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wYuxgAAANw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TeF2Jh4BObsCAAD//wMAUEsBAi0AFAAGAAgAAAAhANvh9svuAAAAhQEAABMAAAAAAAAA&#10;AAAAAAAAAAAAAFtDb250ZW50X1R5cGVzXS54bWxQSwECLQAUAAYACAAAACEAWvQsW78AAAAVAQAA&#10;CwAAAAAAAAAAAAAAAAAfAQAAX3JlbHMvLnJlbHNQSwECLQAUAAYACAAAACEAmfcGLsYAAADcAAAA&#10;DwAAAAAAAAAAAAAAAAAHAgAAZHJzL2Rvd25yZXYueG1sUEsFBgAAAAADAAMAtwAAAPoCAAAAAA==&#10;"/>
                <v:group id="Group 130" o:spid="_x0000_s1095" style="position:absolute;left:7917;top:9401;width:355;height:705" coordorigin="8187,11321" coordsize="355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group id="Group 131" o:spid="_x0000_s1096" style="position:absolute;left:8187;top:11321;width:344;height:517" coordorigin="7425,6240" coordsize="1005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<v:oval id="Oval 132" o:spid="_x0000_s1097" style="position:absolute;left:7785;top:6675;width:14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"/>
                    <v:rect id="Rectangle 133" o:spid="_x0000_s1098" style="position:absolute;left:7425;top:6240;width:100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" filled="f" stroked="f"/>
                  </v:group>
                  <v:group id="Group 134" o:spid="_x0000_s1099" style="position:absolute;left:8197;top:11509;width:345;height:517" coordorigin="7425,6240" coordsize="1005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  <v:oval id="Oval 135" o:spid="_x0000_s1100" style="position:absolute;left:7785;top:6675;width:14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"/>
                    <v:rect id="Rectangle 136" o:spid="_x0000_s1101" style="position:absolute;left:7425;top:6240;width:100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" filled="f" stroked="f"/>
                  </v:group>
                </v:group>
                <w10:wrap type="square" anchorx="margin"/>
              </v:group>
            </w:pict>
          </mc:Fallback>
        </mc:AlternateContent>
      </w:r>
    </w:p>
    <w:p w14:paraId="332576A2" w14:textId="47F309CF" w:rsidR="003C68CB" w:rsidRDefault="003C68CB" w:rsidP="003C68CB">
      <w:pPr>
        <w:spacing w:after="180"/>
      </w:pPr>
    </w:p>
    <w:p w14:paraId="5184A528" w14:textId="57D90A2E" w:rsidR="003C68CB" w:rsidRDefault="003C68CB" w:rsidP="003C68CB">
      <w:pPr>
        <w:spacing w:after="180"/>
      </w:pPr>
    </w:p>
    <w:p w14:paraId="7A9AB884" w14:textId="1CA5A0C2" w:rsidR="003C68CB" w:rsidRDefault="003C68CB" w:rsidP="003C68CB">
      <w:pPr>
        <w:spacing w:after="180"/>
      </w:pPr>
    </w:p>
    <w:p w14:paraId="1914EF3F" w14:textId="59F3ADB7" w:rsidR="003C68CB" w:rsidRDefault="003C68CB" w:rsidP="003C68CB">
      <w:pPr>
        <w:spacing w:after="180"/>
      </w:pPr>
    </w:p>
    <w:p w14:paraId="4A108F9E" w14:textId="752E4A1C" w:rsidR="003C68CB" w:rsidRDefault="003C68CB" w:rsidP="003C68CB">
      <w:pPr>
        <w:spacing w:after="180"/>
      </w:pPr>
    </w:p>
    <w:p w14:paraId="577E55B0" w14:textId="3EA533F0" w:rsidR="003C68CB" w:rsidRPr="009970B3" w:rsidRDefault="003C68CB" w:rsidP="003C68CB">
      <w:pPr>
        <w:pStyle w:val="ListParagraph"/>
        <w:spacing w:after="180"/>
        <w:ind w:left="993"/>
        <w:contextualSpacing w:val="0"/>
      </w:pPr>
      <w:r>
        <w:t>What is the best explanation for this?</w:t>
      </w:r>
    </w:p>
    <w:p w14:paraId="24AA18E8" w14:textId="77777777" w:rsidR="003C68CB" w:rsidRPr="009970B3" w:rsidRDefault="003C68CB" w:rsidP="003C68CB">
      <w:pPr>
        <w:ind w:left="1440" w:hanging="447"/>
        <w:rPr>
          <w:rFonts w:cstheme="minorHAnsi"/>
          <w:sz w:val="24"/>
        </w:rPr>
      </w:pPr>
      <w:r w:rsidRPr="009970B3">
        <w:rPr>
          <w:rFonts w:cstheme="minorHAnsi"/>
          <w:sz w:val="24"/>
        </w:rPr>
        <w:t xml:space="preserve">A  </w:t>
      </w:r>
      <w:r w:rsidRPr="009970B3">
        <w:rPr>
          <w:rFonts w:cstheme="minorHAnsi"/>
          <w:sz w:val="24"/>
        </w:rPr>
        <w:tab/>
        <w:t xml:space="preserve">The grains of sand are </w:t>
      </w:r>
      <w:r w:rsidRPr="009970B3">
        <w:rPr>
          <w:rFonts w:cstheme="minorHAnsi"/>
          <w:b/>
          <w:sz w:val="24"/>
        </w:rPr>
        <w:t>bigger</w:t>
      </w:r>
      <w:r w:rsidRPr="009970B3">
        <w:rPr>
          <w:rFonts w:cstheme="minorHAnsi"/>
          <w:sz w:val="24"/>
        </w:rPr>
        <w:t xml:space="preserve"> than the gaps between the fibres of the filter paper. </w:t>
      </w:r>
    </w:p>
    <w:p w14:paraId="2C8A3933" w14:textId="77777777" w:rsidR="003C68CB" w:rsidRPr="009970B3" w:rsidRDefault="003C68CB" w:rsidP="003C68CB">
      <w:pPr>
        <w:ind w:left="1440" w:hanging="447"/>
        <w:rPr>
          <w:rFonts w:cstheme="minorHAnsi"/>
          <w:sz w:val="24"/>
        </w:rPr>
      </w:pPr>
      <w:r w:rsidRPr="009970B3">
        <w:rPr>
          <w:rFonts w:cstheme="minorHAnsi"/>
          <w:sz w:val="24"/>
        </w:rPr>
        <w:t xml:space="preserve">B  </w:t>
      </w:r>
      <w:r w:rsidRPr="009970B3">
        <w:rPr>
          <w:rFonts w:cstheme="minorHAnsi"/>
          <w:sz w:val="24"/>
        </w:rPr>
        <w:tab/>
        <w:t xml:space="preserve">The grains of sand are </w:t>
      </w:r>
      <w:r w:rsidRPr="009970B3">
        <w:rPr>
          <w:rFonts w:cstheme="minorHAnsi"/>
          <w:b/>
          <w:sz w:val="24"/>
        </w:rPr>
        <w:t>the same size</w:t>
      </w:r>
      <w:r w:rsidRPr="009970B3">
        <w:rPr>
          <w:rFonts w:cstheme="minorHAnsi"/>
          <w:sz w:val="24"/>
        </w:rPr>
        <w:t xml:space="preserve"> as the gaps between the fibres of the filter paper. </w:t>
      </w:r>
    </w:p>
    <w:p w14:paraId="4DC126DA" w14:textId="77777777" w:rsidR="003C68CB" w:rsidRPr="009970B3" w:rsidRDefault="003C68CB" w:rsidP="003C68CB">
      <w:pPr>
        <w:ind w:left="1440" w:hanging="447"/>
        <w:rPr>
          <w:rFonts w:cstheme="minorHAnsi"/>
          <w:sz w:val="24"/>
        </w:rPr>
      </w:pPr>
      <w:r w:rsidRPr="009970B3">
        <w:rPr>
          <w:rFonts w:cstheme="minorHAnsi"/>
          <w:sz w:val="24"/>
        </w:rPr>
        <w:t xml:space="preserve">C  </w:t>
      </w:r>
      <w:r w:rsidRPr="009970B3">
        <w:rPr>
          <w:rFonts w:cstheme="minorHAnsi"/>
          <w:sz w:val="24"/>
        </w:rPr>
        <w:tab/>
        <w:t xml:space="preserve">The grains of sand are </w:t>
      </w:r>
      <w:r w:rsidRPr="009970B3">
        <w:rPr>
          <w:rFonts w:cstheme="minorHAnsi"/>
          <w:b/>
          <w:sz w:val="24"/>
        </w:rPr>
        <w:t>smaller</w:t>
      </w:r>
      <w:r w:rsidRPr="009970B3">
        <w:rPr>
          <w:rFonts w:cstheme="minorHAnsi"/>
          <w:sz w:val="24"/>
        </w:rPr>
        <w:t xml:space="preserve"> than the gaps between the fibres of the filter paper.</w:t>
      </w:r>
    </w:p>
    <w:p w14:paraId="05FC646C" w14:textId="77777777" w:rsidR="003C68CB" w:rsidRPr="009970B3" w:rsidRDefault="003C68CB" w:rsidP="003C68CB">
      <w:pPr>
        <w:ind w:left="273" w:firstLine="720"/>
        <w:rPr>
          <w:rFonts w:cstheme="minorHAnsi"/>
          <w:sz w:val="24"/>
        </w:rPr>
      </w:pPr>
      <w:r w:rsidRPr="009970B3">
        <w:rPr>
          <w:rFonts w:cstheme="minorHAnsi"/>
          <w:sz w:val="24"/>
        </w:rPr>
        <w:t xml:space="preserve">D  </w:t>
      </w:r>
      <w:r w:rsidRPr="009970B3">
        <w:rPr>
          <w:rFonts w:cstheme="minorHAnsi"/>
          <w:sz w:val="24"/>
        </w:rPr>
        <w:tab/>
        <w:t>The paper has no gaps in it, so sand particles cannot get through it.</w:t>
      </w:r>
    </w:p>
    <w:p w14:paraId="0BDE0504" w14:textId="49D81FF6" w:rsidR="003C68CB" w:rsidRDefault="003C68CB" w:rsidP="003C68CB">
      <w:pPr>
        <w:spacing w:after="180"/>
      </w:pPr>
    </w:p>
    <w:p w14:paraId="034EEDD9" w14:textId="06074A45" w:rsidR="00F800D0" w:rsidRDefault="00F800D0" w:rsidP="003C68CB">
      <w:pPr>
        <w:spacing w:after="180"/>
      </w:pPr>
    </w:p>
    <w:p w14:paraId="60B8E187" w14:textId="77777777" w:rsidR="00F800D0" w:rsidRDefault="00F800D0" w:rsidP="003C68CB">
      <w:pPr>
        <w:spacing w:after="180"/>
      </w:pPr>
    </w:p>
    <w:p w14:paraId="1CFFC30B" w14:textId="5A7769C8" w:rsidR="003C68CB" w:rsidRDefault="003C68CB" w:rsidP="009970B3">
      <w:pPr>
        <w:pStyle w:val="ListParagraph"/>
        <w:numPr>
          <w:ilvl w:val="1"/>
          <w:numId w:val="3"/>
        </w:numPr>
        <w:spacing w:after="180"/>
        <w:ind w:left="993" w:hanging="426"/>
        <w:contextualSpacing w:val="0"/>
      </w:pPr>
      <w:r>
        <w:lastRenderedPageBreak/>
        <w:t xml:space="preserve">The water that comes through the filter paper is clear. How does the water get through the filter paper? </w:t>
      </w:r>
    </w:p>
    <w:p w14:paraId="607BBE22" w14:textId="276B3A89" w:rsidR="00F800D0" w:rsidRDefault="00F800D0" w:rsidP="00F800D0">
      <w:pPr>
        <w:spacing w:after="180"/>
      </w:pPr>
      <w:r w:rsidRPr="00BA7B4F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0" allowOverlap="1" wp14:anchorId="778FD865" wp14:editId="14751DA1">
                <wp:simplePos x="0" y="0"/>
                <wp:positionH relativeFrom="column">
                  <wp:posOffset>857885</wp:posOffset>
                </wp:positionH>
                <wp:positionV relativeFrom="paragraph">
                  <wp:posOffset>132715</wp:posOffset>
                </wp:positionV>
                <wp:extent cx="1030605" cy="1145540"/>
                <wp:effectExtent l="0" t="38100" r="36195" b="35560"/>
                <wp:wrapSquare wrapText="bothSides"/>
                <wp:docPr id="78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0605" cy="1145540"/>
                          <a:chOff x="6840" y="8755"/>
                          <a:chExt cx="2970" cy="3705"/>
                        </a:xfrm>
                      </wpg:grpSpPr>
                      <wpg:grpSp>
                        <wpg:cNvPr id="79" name="Group 148"/>
                        <wpg:cNvGrpSpPr>
                          <a:grpSpLocks/>
                        </wpg:cNvGrpSpPr>
                        <wpg:grpSpPr bwMode="auto">
                          <a:xfrm>
                            <a:off x="7717" y="9765"/>
                            <a:ext cx="574" cy="1681"/>
                            <a:chOff x="4110" y="4380"/>
                            <a:chExt cx="825" cy="2415"/>
                          </a:xfrm>
                        </wpg:grpSpPr>
                        <wps:wsp>
                          <wps:cNvPr id="80" name="Line 149"/>
                          <wps:cNvCnPr/>
                          <wps:spPr bwMode="auto">
                            <a:xfrm>
                              <a:off x="4110" y="4380"/>
                              <a:ext cx="825" cy="12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150"/>
                          <wps:cNvCnPr/>
                          <wps:spPr bwMode="auto">
                            <a:xfrm>
                              <a:off x="4935" y="5670"/>
                              <a:ext cx="0" cy="11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2" name="Line 151"/>
                        <wps:cNvCnPr/>
                        <wps:spPr bwMode="auto">
                          <a:xfrm flipH="1">
                            <a:off x="8375" y="9765"/>
                            <a:ext cx="574" cy="8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152"/>
                        <wps:cNvCnPr/>
                        <wps:spPr bwMode="auto">
                          <a:xfrm flipH="1">
                            <a:off x="8375" y="10663"/>
                            <a:ext cx="0" cy="8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53"/>
                        <wps:cNvCnPr/>
                        <wps:spPr bwMode="auto">
                          <a:xfrm flipH="1">
                            <a:off x="8333" y="10005"/>
                            <a:ext cx="428" cy="67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54"/>
                        <wps:cNvCnPr/>
                        <wps:spPr bwMode="auto">
                          <a:xfrm>
                            <a:off x="7903" y="9995"/>
                            <a:ext cx="428" cy="67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155"/>
                        <wps:cNvCnPr/>
                        <wps:spPr bwMode="auto">
                          <a:xfrm flipV="1">
                            <a:off x="7972" y="10110"/>
                            <a:ext cx="726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56"/>
                        <wps:cNvCnPr/>
                        <wps:spPr bwMode="auto">
                          <a:xfrm>
                            <a:off x="8059" y="10149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57"/>
                        <wps:cNvCnPr/>
                        <wps:spPr bwMode="auto">
                          <a:xfrm>
                            <a:off x="8304" y="10149"/>
                            <a:ext cx="1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158"/>
                        <wps:cNvCnPr/>
                        <wps:spPr bwMode="auto">
                          <a:xfrm>
                            <a:off x="8162" y="10193"/>
                            <a:ext cx="1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159"/>
                        <wps:cNvCnPr/>
                        <wps:spPr bwMode="auto">
                          <a:xfrm>
                            <a:off x="8454" y="10199"/>
                            <a:ext cx="1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160"/>
                        <wps:cNvCnPr/>
                        <wps:spPr bwMode="auto">
                          <a:xfrm>
                            <a:off x="8295" y="10262"/>
                            <a:ext cx="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61"/>
                        <wps:cNvCnPr/>
                        <wps:spPr bwMode="auto">
                          <a:xfrm>
                            <a:off x="8134" y="10293"/>
                            <a:ext cx="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62"/>
                        <wps:cNvCnPr/>
                        <wps:spPr bwMode="auto">
                          <a:xfrm>
                            <a:off x="8400" y="10323"/>
                            <a:ext cx="83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63"/>
                        <wps:cNvCnPr/>
                        <wps:spPr bwMode="auto">
                          <a:xfrm>
                            <a:off x="8249" y="10354"/>
                            <a:ext cx="84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64"/>
                        <wps:cNvCnPr/>
                        <wps:spPr bwMode="auto">
                          <a:xfrm>
                            <a:off x="8387" y="10394"/>
                            <a:ext cx="84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65"/>
                        <wps:cNvCnPr/>
                        <wps:spPr bwMode="auto">
                          <a:xfrm>
                            <a:off x="8208" y="10415"/>
                            <a:ext cx="83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166"/>
                        <wps:cNvCnPr/>
                        <wps:spPr bwMode="auto">
                          <a:xfrm>
                            <a:off x="8289" y="10557"/>
                            <a:ext cx="84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67"/>
                        <wps:cNvCnPr/>
                        <wps:spPr bwMode="auto">
                          <a:xfrm>
                            <a:off x="8297" y="10479"/>
                            <a:ext cx="84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99" name="Group 168"/>
                        <wpg:cNvGrpSpPr>
                          <a:grpSpLocks/>
                        </wpg:cNvGrpSpPr>
                        <wpg:grpSpPr bwMode="auto">
                          <a:xfrm>
                            <a:off x="8187" y="11321"/>
                            <a:ext cx="365" cy="935"/>
                            <a:chOff x="8187" y="11321"/>
                            <a:chExt cx="365" cy="935"/>
                          </a:xfrm>
                        </wpg:grpSpPr>
                        <wpg:grpSp>
                          <wpg:cNvPr id="100" name="Group 169"/>
                          <wpg:cNvGrpSpPr>
                            <a:grpSpLocks/>
                          </wpg:cNvGrpSpPr>
                          <wpg:grpSpPr bwMode="auto">
                            <a:xfrm>
                              <a:off x="8208" y="11739"/>
                              <a:ext cx="344" cy="517"/>
                              <a:chOff x="7425" y="6240"/>
                              <a:chExt cx="1005" cy="1035"/>
                            </a:xfrm>
                          </wpg:grpSpPr>
                          <wps:wsp>
                            <wps:cNvPr id="101" name="Oval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85" y="6675"/>
                                <a:ext cx="141" cy="1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2" name="Rectangle 1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25" y="6240"/>
                                <a:ext cx="1005" cy="1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3" name="Group 172"/>
                          <wpg:cNvGrpSpPr>
                            <a:grpSpLocks/>
                          </wpg:cNvGrpSpPr>
                          <wpg:grpSpPr bwMode="auto">
                            <a:xfrm>
                              <a:off x="8187" y="11321"/>
                              <a:ext cx="344" cy="517"/>
                              <a:chOff x="7425" y="6240"/>
                              <a:chExt cx="1005" cy="1035"/>
                            </a:xfrm>
                          </wpg:grpSpPr>
                          <wps:wsp>
                            <wps:cNvPr id="104" name="Oval 1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85" y="6675"/>
                                <a:ext cx="141" cy="1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" name="Rectangle 1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25" y="6240"/>
                                <a:ext cx="1005" cy="1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6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8197" y="11509"/>
                              <a:ext cx="345" cy="517"/>
                              <a:chOff x="7425" y="6240"/>
                              <a:chExt cx="1005" cy="1035"/>
                            </a:xfrm>
                          </wpg:grpSpPr>
                          <wps:wsp>
                            <wps:cNvPr id="107" name="Oval 1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85" y="6675"/>
                                <a:ext cx="141" cy="1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Rectangle 1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25" y="6240"/>
                                <a:ext cx="1005" cy="1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09" name="Group 178"/>
                        <wpg:cNvGrpSpPr>
                          <a:grpSpLocks/>
                        </wpg:cNvGrpSpPr>
                        <wpg:grpSpPr bwMode="auto">
                          <a:xfrm rot="434377">
                            <a:off x="7080" y="8755"/>
                            <a:ext cx="935" cy="1221"/>
                            <a:chOff x="6525" y="2995"/>
                            <a:chExt cx="935" cy="1221"/>
                          </a:xfrm>
                        </wpg:grpSpPr>
                        <wpg:grpSp>
                          <wpg:cNvPr id="110" name="Group 179"/>
                          <wpg:cNvGrpSpPr>
                            <a:grpSpLocks/>
                          </wpg:cNvGrpSpPr>
                          <wpg:grpSpPr bwMode="auto">
                            <a:xfrm rot="2956832">
                              <a:off x="6404" y="3161"/>
                              <a:ext cx="1221" cy="890"/>
                              <a:chOff x="2505" y="4065"/>
                              <a:chExt cx="2100" cy="1530"/>
                            </a:xfrm>
                          </wpg:grpSpPr>
                          <wps:wsp>
                            <wps:cNvPr id="111" name="Line 180"/>
                            <wps:cNvCnPr/>
                            <wps:spPr bwMode="auto">
                              <a:xfrm>
                                <a:off x="3060" y="5580"/>
                                <a:ext cx="102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12" name="Group 18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40" y="4065"/>
                                <a:ext cx="765" cy="660"/>
                                <a:chOff x="7500" y="3465"/>
                                <a:chExt cx="765" cy="660"/>
                              </a:xfrm>
                            </wpg:grpSpPr>
                            <wps:wsp>
                              <wps:cNvPr id="113" name="Oval 1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5" y="3750"/>
                                  <a:ext cx="285" cy="2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Rectangle 1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0" y="3870"/>
                                  <a:ext cx="765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Rectangle 1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75" y="3465"/>
                                  <a:ext cx="300" cy="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6" name="Group 185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505" y="4080"/>
                                <a:ext cx="765" cy="660"/>
                                <a:chOff x="7500" y="3465"/>
                                <a:chExt cx="765" cy="660"/>
                              </a:xfrm>
                            </wpg:grpSpPr>
                            <wps:wsp>
                              <wps:cNvPr id="117" name="Oval 1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5" y="3750"/>
                                  <a:ext cx="285" cy="2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Rectangle 1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0" y="3870"/>
                                  <a:ext cx="765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Rectangle 1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75" y="3465"/>
                                  <a:ext cx="300" cy="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20" name="Line 189"/>
                            <wps:cNvCnPr/>
                            <wps:spPr bwMode="auto">
                              <a:xfrm>
                                <a:off x="3045" y="4455"/>
                                <a:ext cx="0" cy="114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1" name="Line 190"/>
                            <wps:cNvCnPr/>
                            <wps:spPr bwMode="auto">
                              <a:xfrm>
                                <a:off x="4065" y="4455"/>
                                <a:ext cx="0" cy="114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2" name="Line 191"/>
                          <wps:cNvCnPr/>
                          <wps:spPr bwMode="auto">
                            <a:xfrm>
                              <a:off x="6525" y="3658"/>
                              <a:ext cx="8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192"/>
                          <wps:cNvCnPr/>
                          <wps:spPr bwMode="auto">
                            <a:xfrm>
                              <a:off x="6685" y="370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193"/>
                          <wps:cNvCnPr/>
                          <wps:spPr bwMode="auto">
                            <a:xfrm>
                              <a:off x="6865" y="372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194"/>
                          <wps:cNvCnPr/>
                          <wps:spPr bwMode="auto">
                            <a:xfrm>
                              <a:off x="7095" y="370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195"/>
                          <wps:cNvCnPr/>
                          <wps:spPr bwMode="auto">
                            <a:xfrm>
                              <a:off x="6705" y="380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196"/>
                          <wps:cNvCnPr/>
                          <wps:spPr bwMode="auto">
                            <a:xfrm>
                              <a:off x="6915" y="381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197"/>
                          <wps:cNvCnPr/>
                          <wps:spPr bwMode="auto">
                            <a:xfrm>
                              <a:off x="6845" y="386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198"/>
                          <wps:cNvCnPr/>
                          <wps:spPr bwMode="auto">
                            <a:xfrm>
                              <a:off x="7055" y="377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199"/>
                          <wps:cNvCnPr/>
                          <wps:spPr bwMode="auto">
                            <a:xfrm>
                              <a:off x="6825" y="398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00"/>
                          <wps:cNvCnPr/>
                          <wps:spPr bwMode="auto">
                            <a:xfrm>
                              <a:off x="6925" y="393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01"/>
                          <wps:cNvCnPr/>
                          <wps:spPr bwMode="auto">
                            <a:xfrm>
                              <a:off x="6765" y="3928"/>
                              <a:ext cx="1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3" name="Group 202"/>
                        <wpg:cNvGrpSpPr>
                          <a:grpSpLocks/>
                        </wpg:cNvGrpSpPr>
                        <wpg:grpSpPr bwMode="auto">
                          <a:xfrm>
                            <a:off x="7640" y="11440"/>
                            <a:ext cx="1400" cy="1020"/>
                            <a:chOff x="2505" y="4065"/>
                            <a:chExt cx="2100" cy="1530"/>
                          </a:xfrm>
                        </wpg:grpSpPr>
                        <wps:wsp>
                          <wps:cNvPr id="134" name="Line 203"/>
                          <wps:cNvCnPr/>
                          <wps:spPr bwMode="auto">
                            <a:xfrm>
                              <a:off x="3060" y="5580"/>
                              <a:ext cx="102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5" name="Group 204"/>
                          <wpg:cNvGrpSpPr>
                            <a:grpSpLocks/>
                          </wpg:cNvGrpSpPr>
                          <wpg:grpSpPr bwMode="auto">
                            <a:xfrm>
                              <a:off x="3840" y="4065"/>
                              <a:ext cx="765" cy="660"/>
                              <a:chOff x="7500" y="3465"/>
                              <a:chExt cx="765" cy="660"/>
                            </a:xfrm>
                          </wpg:grpSpPr>
                          <wps:wsp>
                            <wps:cNvPr id="136" name="Oval 2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25" y="3750"/>
                                <a:ext cx="285" cy="2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7" name="Rectangle 2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00" y="3870"/>
                                <a:ext cx="765" cy="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8" name="Rectangle 2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5" y="3465"/>
                                <a:ext cx="300" cy="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9" name="Group 208"/>
                          <wpg:cNvGrpSpPr>
                            <a:grpSpLocks/>
                          </wpg:cNvGrpSpPr>
                          <wpg:grpSpPr bwMode="auto">
                            <a:xfrm flipH="1">
                              <a:off x="2505" y="4080"/>
                              <a:ext cx="765" cy="660"/>
                              <a:chOff x="7500" y="3465"/>
                              <a:chExt cx="765" cy="660"/>
                            </a:xfrm>
                          </wpg:grpSpPr>
                          <wps:wsp>
                            <wps:cNvPr id="140" name="Oval 2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25" y="3750"/>
                                <a:ext cx="285" cy="2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1" name="Rectangle 2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00" y="3870"/>
                                <a:ext cx="765" cy="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Rectangle 2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5" y="3465"/>
                                <a:ext cx="300" cy="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43" name="Line 212"/>
                          <wps:cNvCnPr/>
                          <wps:spPr bwMode="auto">
                            <a:xfrm>
                              <a:off x="3045" y="4455"/>
                              <a:ext cx="0" cy="11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13"/>
                          <wps:cNvCnPr/>
                          <wps:spPr bwMode="auto">
                            <a:xfrm>
                              <a:off x="4065" y="4455"/>
                              <a:ext cx="0" cy="11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5" name="Line 214"/>
                        <wps:cNvCnPr/>
                        <wps:spPr bwMode="auto">
                          <a:xfrm>
                            <a:off x="7990" y="12188"/>
                            <a:ext cx="6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215"/>
                        <wps:cNvCnPr/>
                        <wps:spPr bwMode="auto">
                          <a:xfrm>
                            <a:off x="6840" y="12450"/>
                            <a:ext cx="29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47" name="Group 216"/>
                        <wpg:cNvGrpSpPr>
                          <a:grpSpLocks/>
                        </wpg:cNvGrpSpPr>
                        <wpg:grpSpPr bwMode="auto">
                          <a:xfrm>
                            <a:off x="7917" y="9401"/>
                            <a:ext cx="355" cy="705"/>
                            <a:chOff x="8187" y="11321"/>
                            <a:chExt cx="355" cy="705"/>
                          </a:xfrm>
                        </wpg:grpSpPr>
                        <wpg:grpSp>
                          <wpg:cNvPr id="148" name="Group 217"/>
                          <wpg:cNvGrpSpPr>
                            <a:grpSpLocks/>
                          </wpg:cNvGrpSpPr>
                          <wpg:grpSpPr bwMode="auto">
                            <a:xfrm>
                              <a:off x="8187" y="11321"/>
                              <a:ext cx="344" cy="517"/>
                              <a:chOff x="7425" y="6240"/>
                              <a:chExt cx="1005" cy="1035"/>
                            </a:xfrm>
                          </wpg:grpSpPr>
                          <wps:wsp>
                            <wps:cNvPr id="149" name="Oval 2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85" y="6675"/>
                                <a:ext cx="141" cy="1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Rectangle 2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25" y="6240"/>
                                <a:ext cx="1005" cy="1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1" name="Group 220"/>
                          <wpg:cNvGrpSpPr>
                            <a:grpSpLocks/>
                          </wpg:cNvGrpSpPr>
                          <wpg:grpSpPr bwMode="auto">
                            <a:xfrm>
                              <a:off x="8197" y="11509"/>
                              <a:ext cx="345" cy="517"/>
                              <a:chOff x="7425" y="6240"/>
                              <a:chExt cx="1005" cy="1035"/>
                            </a:xfrm>
                          </wpg:grpSpPr>
                          <wps:wsp>
                            <wps:cNvPr id="152" name="Oval 2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85" y="6675"/>
                                <a:ext cx="141" cy="1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Rectangle 2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25" y="6240"/>
                                <a:ext cx="1005" cy="1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88407E" id="Group 147" o:spid="_x0000_s1026" style="position:absolute;margin-left:67.55pt;margin-top:10.45pt;width:81.15pt;height:90.2pt;z-index:251666432" coordorigin="6840,8755" coordsize="2970,3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" o:allowincell="f">
                <v:group id="Group 148" o:spid="_x0000_s1027" style="position:absolute;left:7717;top:9765;width:574;height:1681" coordorigin="4110,4380" coordsize="825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line id="Line 149" o:spid="_x0000_s1028" style="position:absolute;visibility:visible;mso-wrap-style:square" from="4110,4380" to="4935,5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4P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"/>
                  <v:line id="Line 150" o:spid="_x0000_s1029" style="position:absolute;visibility:visible;mso-wrap-style:square" from="4935,5670" to="4935,6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</v:group>
                <v:line id="Line 151" o:spid="_x0000_s1030" style="position:absolute;flip:x;visibility:visible;mso-wrap-style:square" from="8375,9765" to="8949,10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"/>
                <v:line id="Line 152" o:spid="_x0000_s1031" style="position:absolute;flip:x;visibility:visible;mso-wrap-style:square" from="8375,10663" to="8375,11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"/>
                <v:line id="Line 153" o:spid="_x0000_s1032" style="position:absolute;flip:x;visibility:visible;mso-wrap-style:square" from="8333,10005" to="8761,10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" strokeweight="1.5pt"/>
                <v:line id="Line 154" o:spid="_x0000_s1033" style="position:absolute;visibility:visible;mso-wrap-style:square" from="7903,9995" to="8331,1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" strokeweight="1.5pt"/>
                <v:line id="Line 155" o:spid="_x0000_s1034" style="position:absolute;flip:y;visibility:visible;mso-wrap-style:square" from="7972,10110" to="8698,10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"/>
                <v:line id="Line 156" o:spid="_x0000_s1035" style="position:absolute;visibility:visible;mso-wrap-style:square" from="8059,10149" to="8157,10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gZ7xgAAANsAAAAPAAAAZHJzL2Rvd25yZXYueG1sRI9Ba8JA&#10;FITvgv9heYI33Vghld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3MIGe8YAAADbAAAA&#10;DwAAAAAAAAAAAAAAAAAHAgAAZHJzL2Rvd25yZXYueG1sUEsFBgAAAAADAAMAtwAAAPoCAAAAAA==&#10;"/>
                <v:line id="Line 157" o:spid="_x0000_s1036" style="position:absolute;visibility:visible;mso-wrap-style:square" from="8304,10149" to="8441,10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IJ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"/>
                <v:line id="Line 158" o:spid="_x0000_s1037" style="position:absolute;visibility:visible;mso-wrap-style:square" from="8162,10193" to="8287,10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<v:line id="Line 159" o:spid="_x0000_s1038" style="position:absolute;visibility:visible;mso-wrap-style:square" from="8454,10199" to="8579,10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jS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XB+/xB8gl38AAAD//wMAUEsBAi0AFAAGAAgAAAAhANvh9svuAAAAhQEAABMAAAAAAAAAAAAA&#10;AAAAAAAAAFtDb250ZW50X1R5cGVzXS54bWxQSwECLQAUAAYACAAAACEAWvQsW78AAAAVAQAACwAA&#10;AAAAAAAAAAAAAAAfAQAAX3JlbHMvLnJlbHNQSwECLQAUAAYACAAAACEA1vII0sMAAADbAAAADwAA&#10;AAAAAAAAAAAAAAAHAgAAZHJzL2Rvd25yZXYueG1sUEsFBgAAAAADAAMAtwAAAPcCAAAAAA==&#10;"/>
                <v:line id="Line 160" o:spid="_x0000_s1039" style="position:absolute;visibility:visible;mso-wrap-style:square" from="8295,10262" to="8421,10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    <v:line id="Line 161" o:spid="_x0000_s1040" style="position:absolute;visibility:visible;mso-wrap-style:square" from="8134,10293" to="8260,10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<v:line id="Line 162" o:spid="_x0000_s1041" style="position:absolute;visibility:visible;mso-wrap-style:square" from="8400,10323" to="8483,10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al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rmM/j/En+AXP4BAAD//wMAUEsBAi0AFAAGAAgAAAAhANvh9svuAAAAhQEAABMAAAAAAAAA&#10;AAAAAAAAAAAAAFtDb250ZW50X1R5cGVzXS54bWxQSwECLQAUAAYACAAAACEAWvQsW78AAAAVAQAA&#10;CwAAAAAAAAAAAAAAAAAfAQAAX3JlbHMvLnJlbHNQSwECLQAUAAYACAAAACEAJiCWpcYAAADbAAAA&#10;DwAAAAAAAAAAAAAAAAAHAgAAZHJzL2Rvd25yZXYueG1sUEsFBgAAAAADAAMAtwAAAPoCAAAAAA==&#10;"/>
                <v:line id="Line 163" o:spid="_x0000_s1042" style="position:absolute;visibility:visible;mso-wrap-style:square" from="8249,10354" to="8333,10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7R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qckO0cYAAADbAAAA&#10;DwAAAAAAAAAAAAAAAAAHAgAAZHJzL2Rvd25yZXYueG1sUEsFBgAAAAADAAMAtwAAAPoCAAAAAA==&#10;"/>
                <v:line id="Line 164" o:spid="_x0000_s1043" style="position:absolute;visibility:visible;mso-wrap-style:square" from="8387,10394" to="8471,10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<v:line id="Line 165" o:spid="_x0000_s1044" style="position:absolute;visibility:visible;mso-wrap-style:square" from="8208,10415" to="8291,10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U9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p3D/En+AnN0AAAD//wMAUEsBAi0AFAAGAAgAAAAhANvh9svuAAAAhQEAABMAAAAAAAAA&#10;AAAAAAAAAAAAAFtDb250ZW50X1R5cGVzXS54bWxQSwECLQAUAAYACAAAACEAWvQsW78AAAAVAQAA&#10;CwAAAAAAAAAAAAAAAAAfAQAAX3JlbHMvLnJlbHNQSwECLQAUAAYACAAAACEANlc1PcYAAADbAAAA&#10;DwAAAAAAAAAAAAAAAAAHAgAAZHJzL2Rvd25yZXYueG1sUEsFBgAAAAADAAMAtwAAAPoCAAAAAA==&#10;"/>
                <v:line id="Line 166" o:spid="_x0000_s1045" style="position:absolute;visibility:visible;mso-wrap-style:square" from="8289,10557" to="8373,10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5Cm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ep3D9En+AnP8BAAD//wMAUEsBAi0AFAAGAAgAAAAhANvh9svuAAAAhQEAABMAAAAAAAAA&#10;AAAAAAAAAAAAAFtDb250ZW50X1R5cGVzXS54bWxQSwECLQAUAAYACAAAACEAWvQsW78AAAAVAQAA&#10;CwAAAAAAAAAAAAAAAAAfAQAAX3JlbHMvLnJlbHNQSwECLQAUAAYACAAAACEAWRuQpsYAAADbAAAA&#10;DwAAAAAAAAAAAAAAAAAHAgAAZHJzL2Rvd25yZXYueG1sUEsFBgAAAAADAAMAtwAAAPoCAAAAAA==&#10;"/>
                <v:line id="Line 167" o:spid="_x0000_s1046" style="position:absolute;visibility:visible;mso-wrap-style:square" from="8297,10479" to="8381,10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ATU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HBu/xB8gl38AAAD//wMAUEsBAi0AFAAGAAgAAAAhANvh9svuAAAAhQEAABMAAAAAAAAAAAAA&#10;AAAAAAAAAFtDb250ZW50X1R5cGVzXS54bWxQSwECLQAUAAYACAAAACEAWvQsW78AAAAVAQAACwAA&#10;AAAAAAAAAAAAAAAfAQAAX3JlbHMvLnJlbHNQSwECLQAUAAYACAAAACEAKIQE1MMAAADbAAAADwAA&#10;AAAAAAAAAAAAAAAHAgAAZHJzL2Rvd25yZXYueG1sUEsFBgAAAAADAAMAtwAAAPcCAAAAAA==&#10;"/>
                <v:group id="Group 168" o:spid="_x0000_s1047" style="position:absolute;left:8187;top:11321;width:365;height:935" coordorigin="8187,11321" coordsize="365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group id="Group 169" o:spid="_x0000_s1048" style="position:absolute;left:8208;top:11739;width:344;height:517" coordorigin="7425,6240" coordsize="1005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<v:oval id="Oval 170" o:spid="_x0000_s1049" style="position:absolute;left:7785;top:6675;width:14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cx1wQAAANw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pLC3zPxAr15AAAA//8DAFBLAQItABQABgAIAAAAIQDb4fbL7gAAAIUBAAATAAAAAAAAAAAAAAAA&#10;AAAAAABbQ29udGVudF9UeXBlc10ueG1sUEsBAi0AFAAGAAgAAAAhAFr0LFu/AAAAFQEAAAsAAAAA&#10;AAAAAAAAAAAAHwEAAF9yZWxzLy5yZWxzUEsBAi0AFAAGAAgAAAAhAI7tzHXBAAAA3AAAAA8AAAAA&#10;AAAAAAAAAAAABwIAAGRycy9kb3ducmV2LnhtbFBLBQYAAAAAAwADALcAAAD1AgAAAAA=&#10;"/>
                    <v:rect id="Rectangle 171" o:spid="_x0000_s1050" style="position:absolute;left:7425;top:6240;width:100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" filled="f" stroked="f"/>
                  </v:group>
                  <v:group id="Group 172" o:spid="_x0000_s1051" style="position:absolute;left:8187;top:11321;width:344;height:517" coordorigin="7425,6240" coordsize="1005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oval id="Oval 173" o:spid="_x0000_s1052" style="position:absolute;left:7785;top:6675;width:14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"/>
                    <v:rect id="Rectangle 174" o:spid="_x0000_s1053" style="position:absolute;left:7425;top:6240;width:100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" filled="f" stroked="f"/>
                  </v:group>
                  <v:group id="Group 175" o:spid="_x0000_s1054" style="position:absolute;left:8197;top:11509;width:345;height:517" coordorigin="7425,6240" coordsize="1005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<v:oval id="Oval 176" o:spid="_x0000_s1055" style="position:absolute;left:7785;top:6675;width:14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"/>
                    <v:rect id="Rectangle 177" o:spid="_x0000_s1056" style="position:absolute;left:7425;top:6240;width:100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JcUxQAAANw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" filled="f" stroked="f"/>
                  </v:group>
                </v:group>
                <v:group id="Group 178" o:spid="_x0000_s1057" style="position:absolute;left:7080;top:8755;width:935;height:1221;rotation:474456fd" coordorigin="6525,2995" coordsize="935,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">
                  <v:group id="Group 179" o:spid="_x0000_s1058" style="position:absolute;left:6404;top:3161;width:1221;height:890;rotation:3229649fd" coordorigin="2505,4065" coordsize="2100,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">
                    <v:line id="Line 180" o:spid="_x0000_s1059" style="position:absolute;visibility:visible;mso-wrap-style:square" from="3060,5580" to="4080,5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" strokeweight="1.5pt"/>
                    <v:group id="Group 181" o:spid="_x0000_s1060" style="position:absolute;left:3840;top:4065;width:765;height:660" coordorigin="7500,3465" coordsize="765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  <v:oval id="Oval 182" o:spid="_x0000_s1061" style="position:absolute;left:7725;top:3750;width:28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" strokeweight="1.5pt"/>
                      <v:rect id="Rectangle 183" o:spid="_x0000_s1062" style="position:absolute;left:7500;top:3870;width:76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" stroked="f"/>
                      <v:rect id="Rectangle 184" o:spid="_x0000_s1063" style="position:absolute;left:7875;top:3465;width:30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" stroked="f"/>
                    </v:group>
                    <v:group id="Group 185" o:spid="_x0000_s1064" style="position:absolute;left:2505;top:4080;width:765;height:660;flip:x" coordorigin="7500,3465" coordsize="765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">
                      <v:oval id="Oval 186" o:spid="_x0000_s1065" style="position:absolute;left:7725;top:3750;width:28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" strokeweight="1.5pt"/>
                      <v:rect id="Rectangle 187" o:spid="_x0000_s1066" style="position:absolute;left:7500;top:3870;width:76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" stroked="f"/>
                      <v:rect id="Rectangle 188" o:spid="_x0000_s1067" style="position:absolute;left:7875;top:3465;width:30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59wwQAAANw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/P4Ins/EC+T0AQAA//8DAFBLAQItABQABgAIAAAAIQDb4fbL7gAAAIUBAAATAAAAAAAAAAAAAAAA&#10;AAAAAABbQ29udGVudF9UeXBlc10ueG1sUEsBAi0AFAAGAAgAAAAhAFr0LFu/AAAAFQEAAAsAAAAA&#10;AAAAAAAAAAAAHwEAAF9yZWxzLy5yZWxzUEsBAi0AFAAGAAgAAAAhAGfrn3DBAAAA3AAAAA8AAAAA&#10;AAAAAAAAAAAABwIAAGRycy9kb3ducmV2LnhtbFBLBQYAAAAAAwADALcAAAD1AgAAAAA=&#10;" stroked="f"/>
                    </v:group>
                    <v:line id="Line 189" o:spid="_x0000_s1068" style="position:absolute;visibility:visible;mso-wrap-style:square" from="3045,4455" to="3045,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" strokeweight="1.5pt"/>
                    <v:line id="Line 190" o:spid="_x0000_s1069" style="position:absolute;visibility:visible;mso-wrap-style:square" from="4065,4455" to="4065,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" strokeweight="1.5pt"/>
                  </v:group>
                  <v:line id="Line 191" o:spid="_x0000_s1070" style="position:absolute;visibility:visible;mso-wrap-style:square" from="6525,3658" to="7415,3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"/>
                  <v:line id="Line 192" o:spid="_x0000_s1071" style="position:absolute;visibility:visible;mso-wrap-style:square" from="6685,3708" to="6805,3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sLJ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T2dwfyZeIBc3AAAA//8DAFBLAQItABQABgAIAAAAIQDb4fbL7gAAAIUBAAATAAAAAAAAAAAA&#10;AAAAAAAAAABbQ29udGVudF9UeXBlc10ueG1sUEsBAi0AFAAGAAgAAAAhAFr0LFu/AAAAFQEAAAsA&#10;AAAAAAAAAAAAAAAAHwEAAF9yZWxzLy5yZWxzUEsBAi0AFAAGAAgAAAAhAC2ewsnEAAAA3AAAAA8A&#10;AAAAAAAAAAAAAAAABwIAAGRycy9kb3ducmV2LnhtbFBLBQYAAAAAAwADALcAAAD4AgAAAAA=&#10;"/>
                  <v:line id="Line 193" o:spid="_x0000_s1072" style="position:absolute;visibility:visible;mso-wrap-style:square" from="6865,3728" to="6985,3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"/>
                  <v:line id="Line 194" o:spid="_x0000_s1073" style="position:absolute;visibility:visible;mso-wrap-style:square" from="7095,3708" to="7215,3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"/>
                  <v:line id="Line 195" o:spid="_x0000_s1074" style="position:absolute;visibility:visible;mso-wrap-style:square" from="6705,3808" to="6825,3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WFRxAAAANw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sxR+n4kXyOUPAAAA//8DAFBLAQItABQABgAIAAAAIQDb4fbL7gAAAIUBAAATAAAAAAAAAAAA&#10;AAAAAAAAAABbQ29udGVudF9UeXBlc10ueG1sUEsBAi0AFAAGAAgAAAAhAFr0LFu/AAAAFQEAAAsA&#10;AAAAAAAAAAAAAAAAHwEAAF9yZWxzLy5yZWxzUEsBAi0AFAAGAAgAAAAhAD3pYVHEAAAA3AAAAA8A&#10;AAAAAAAAAAAAAAAABwIAAGRycy9kb3ducmV2LnhtbFBLBQYAAAAAAwADALcAAAD4AgAAAAA=&#10;"/>
                  <v:line id="Line 196" o:spid="_x0000_s1075" style="position:absolute;visibility:visible;mso-wrap-style:square" from="6915,3818" to="7035,3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"/>
                  <v:line id="Line 197" o:spid="_x0000_s1076" style="position:absolute;visibility:visible;mso-wrap-style:square" from="6845,3868" to="6965,3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"/>
                  <v:line id="Line 198" o:spid="_x0000_s1077" style="position:absolute;visibility:visible;mso-wrap-style:square" from="7055,3778" to="7175,3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      <v:line id="Line 199" o:spid="_x0000_s1078" style="position:absolute;visibility:visible;mso-wrap-style:square" from="6825,3988" to="6945,3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cpj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zw5RmZQC/+AAAA//8DAFBLAQItABQABgAIAAAAIQDb4fbL7gAAAIUBAAATAAAAAAAA&#10;AAAAAAAAAAAAAABbQ29udGVudF9UeXBlc10ueG1sUEsBAi0AFAAGAAgAAAAhAFr0LFu/AAAAFQEA&#10;AAsAAAAAAAAAAAAAAAAAHwEAAF9yZWxzLy5yZWxzUEsBAi0AFAAGAAgAAAAhAFiVymPHAAAA3AAA&#10;AA8AAAAAAAAAAAAAAAAABwIAAGRycy9kb3ducmV2LnhtbFBLBQYAAAAAAwADALcAAAD7AgAAAAA=&#10;"/>
                  <v:line id="Line 200" o:spid="_x0000_s1079" style="position:absolute;visibility:visible;mso-wrap-style:square" from="6925,3938" to="7045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"/>
                  <v:line id="Line 201" o:spid="_x0000_s1080" style="position:absolute;visibility:visible;mso-wrap-style:square" from="6765,3928" to="6885,3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GP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z6ZwfyZeIBc3AAAA//8DAFBLAQItABQABgAIAAAAIQDb4fbL7gAAAIUBAAATAAAAAAAAAAAA&#10;AAAAAAAAAABbQ29udGVudF9UeXBlc10ueG1sUEsBAi0AFAAGAAgAAAAhAFr0LFu/AAAAFQEAAAsA&#10;AAAAAAAAAAAAAAAAHwEAAF9yZWxzLy5yZWxzUEsBAi0AFAAGAAgAAAAhAMcL8Y/EAAAA3AAAAA8A&#10;AAAAAAAAAAAAAAAABwIAAGRycy9kb3ducmV2LnhtbFBLBQYAAAAAAwADALcAAAD4AgAAAAA=&#10;"/>
                </v:group>
                <v:group id="Group 202" o:spid="_x0000_s1081" style="position:absolute;left:7640;top:11440;width:1400;height:1020" coordorigin="2505,4065" coordsize="2100,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line id="Line 203" o:spid="_x0000_s1082" style="position:absolute;visibility:visible;mso-wrap-style:square" from="3060,5580" to="4080,5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iHb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" strokeweight="1.5pt"/>
                  <v:group id="Group 204" o:spid="_x0000_s1083" style="position:absolute;left:3840;top:4065;width:765;height:660" coordorigin="7500,3465" coordsize="765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<v:oval id="Oval 205" o:spid="_x0000_s1084" style="position:absolute;left:7725;top:3750;width:28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" strokeweight="1.5pt"/>
                    <v:rect id="Rectangle 206" o:spid="_x0000_s1085" style="position:absolute;left:7500;top:3870;width:76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" stroked="f"/>
                    <v:rect id="Rectangle 207" o:spid="_x0000_s1086" style="position:absolute;left:7875;top:3465;width:30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" stroked="f"/>
                  </v:group>
                  <v:group id="Group 208" o:spid="_x0000_s1087" style="position:absolute;left:2505;top:4080;width:765;height:660;flip:x" coordorigin="7500,3465" coordsize="765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">
                    <v:oval id="Oval 209" o:spid="_x0000_s1088" style="position:absolute;left:7725;top:3750;width:28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" strokeweight="1.5pt"/>
                    <v:rect id="Rectangle 210" o:spid="_x0000_s1089" style="position:absolute;left:7500;top:3870;width:76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" stroked="f"/>
                    <v:rect id="Rectangle 211" o:spid="_x0000_s1090" style="position:absolute;left:7875;top:3465;width:30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" stroked="f"/>
                  </v:group>
                  <v:line id="Line 212" o:spid="_x0000_s1091" style="position:absolute;visibility:visible;mso-wrap-style:square" from="3045,4455" to="3045,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rS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D3GcrSwgAAANwAAAAPAAAA&#10;AAAAAAAAAAAAAAcCAABkcnMvZG93bnJldi54bWxQSwUGAAAAAAMAAwC3AAAA9gIAAAAA&#10;" strokeweight="1.5pt"/>
                  <v:line id="Line 213" o:spid="_x0000_s1092" style="position:absolute;visibility:visible;mso-wrap-style:square" from="4065,4455" to="4065,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FKmwgAAANwAAAAPAAAAZHJzL2Rvd25yZXYueG1sRE9Na8JA&#10;EL0X/A/LCL3VjVWK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B48FKmwgAAANwAAAAPAAAA&#10;AAAAAAAAAAAAAAcCAABkcnMvZG93bnJldi54bWxQSwUGAAAAAAMAAwC3AAAA9gIAAAAA&#10;" strokeweight="1.5pt"/>
                </v:group>
                <v:line id="Line 214" o:spid="_x0000_s1093" style="position:absolute;visibility:visible;mso-wrap-style:square" from="7990,12188" to="8680,12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"/>
                <v:line id="Line 215" o:spid="_x0000_s1094" style="position:absolute;visibility:visible;mso-wrap-style:square" from="6840,12450" to="9810,12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oTx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OA2hPHEAAAA3AAAAA8A&#10;AAAAAAAAAAAAAAAABwIAAGRycy9kb3ducmV2LnhtbFBLBQYAAAAAAwADALcAAAD4AgAAAAA=&#10;"/>
                <v:group id="Group 216" o:spid="_x0000_s1095" style="position:absolute;left:7917;top:9401;width:355;height:705" coordorigin="8187,11321" coordsize="355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group id="Group 217" o:spid="_x0000_s1096" style="position:absolute;left:8187;top:11321;width:344;height:517" coordorigin="7425,6240" coordsize="1005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  <v:oval id="Oval 218" o:spid="_x0000_s1097" style="position:absolute;left:7785;top:6675;width:14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"/>
                    <v:rect id="Rectangle 219" o:spid="_x0000_s1098" style="position:absolute;left:7425;top:6240;width:100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" filled="f" stroked="f"/>
                  </v:group>
                  <v:group id="Group 220" o:spid="_x0000_s1099" style="position:absolute;left:8197;top:11509;width:345;height:517" coordorigin="7425,6240" coordsize="1005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<v:oval id="Oval 221" o:spid="_x0000_s1100" style="position:absolute;left:7785;top:6675;width:14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"/>
                    <v:rect id="Rectangle 222" o:spid="_x0000_s1101" style="position:absolute;left:7425;top:6240;width:100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" filled="f" stroked="f"/>
                  </v:group>
                </v:group>
                <w10:wrap type="square"/>
              </v:group>
            </w:pict>
          </mc:Fallback>
        </mc:AlternateContent>
      </w:r>
    </w:p>
    <w:p w14:paraId="287B2354" w14:textId="457BD913" w:rsidR="00F800D0" w:rsidRDefault="00F800D0" w:rsidP="00F800D0">
      <w:pPr>
        <w:spacing w:after="180"/>
      </w:pPr>
    </w:p>
    <w:p w14:paraId="043950E1" w14:textId="51BA2FEB" w:rsidR="00F800D0" w:rsidRDefault="00F800D0" w:rsidP="00F800D0">
      <w:pPr>
        <w:spacing w:after="180"/>
      </w:pPr>
    </w:p>
    <w:p w14:paraId="2ECA0B54" w14:textId="3D740832" w:rsidR="00F800D0" w:rsidRDefault="00F800D0" w:rsidP="00F800D0">
      <w:pPr>
        <w:spacing w:after="180"/>
      </w:pPr>
    </w:p>
    <w:p w14:paraId="547FE77B" w14:textId="77777777" w:rsidR="00F800D0" w:rsidRDefault="00F800D0" w:rsidP="003C68CB">
      <w:pPr>
        <w:pStyle w:val="ListParagraph"/>
        <w:spacing w:after="180"/>
        <w:ind w:left="993"/>
        <w:contextualSpacing w:val="0"/>
      </w:pPr>
    </w:p>
    <w:p w14:paraId="4981AB59" w14:textId="632318EB" w:rsidR="003C68CB" w:rsidRDefault="003C68CB" w:rsidP="003C68CB">
      <w:pPr>
        <w:pStyle w:val="ListParagraph"/>
        <w:spacing w:after="180"/>
        <w:ind w:left="993"/>
        <w:contextualSpacing w:val="0"/>
      </w:pPr>
      <w:r>
        <w:t>Which of these is the best explanation?</w:t>
      </w:r>
    </w:p>
    <w:p w14:paraId="240B1F35" w14:textId="3ABA3A61" w:rsidR="00BA7B4F" w:rsidRPr="00F800D0" w:rsidRDefault="00BA7B4F" w:rsidP="00F800D0">
      <w:pPr>
        <w:rPr>
          <w:rFonts w:cstheme="minorHAnsi"/>
          <w:sz w:val="24"/>
        </w:rPr>
      </w:pPr>
    </w:p>
    <w:p w14:paraId="2A086FC8" w14:textId="3B2BDDC3" w:rsidR="00BA7B4F" w:rsidRDefault="003B4B94" w:rsidP="00F800D0">
      <w:pPr>
        <w:ind w:left="1440" w:hanging="447"/>
        <w:rPr>
          <w:rFonts w:cstheme="minorHAnsi"/>
          <w:sz w:val="24"/>
        </w:rPr>
      </w:pPr>
      <w:r w:rsidRPr="00BA7B4F">
        <w:rPr>
          <w:rFonts w:cstheme="minorHAnsi"/>
          <w:sz w:val="24"/>
        </w:rPr>
        <w:t>A</w:t>
      </w:r>
      <w:r w:rsidR="00F800D0">
        <w:rPr>
          <w:rFonts w:cstheme="minorHAnsi"/>
          <w:sz w:val="24"/>
        </w:rPr>
        <w:tab/>
      </w:r>
      <w:r w:rsidRPr="00BA7B4F">
        <w:rPr>
          <w:rFonts w:cstheme="minorHAnsi"/>
          <w:sz w:val="24"/>
        </w:rPr>
        <w:t xml:space="preserve">Water is made of tiny particles that are </w:t>
      </w:r>
      <w:r w:rsidRPr="00BA7B4F">
        <w:rPr>
          <w:rFonts w:cstheme="minorHAnsi"/>
          <w:b/>
          <w:sz w:val="24"/>
        </w:rPr>
        <w:t>bigger</w:t>
      </w:r>
      <w:r w:rsidRPr="00BA7B4F">
        <w:rPr>
          <w:rFonts w:cstheme="minorHAnsi"/>
          <w:sz w:val="24"/>
        </w:rPr>
        <w:t xml:space="preserve"> than the gaps between the fibres of the filter paper.</w:t>
      </w:r>
    </w:p>
    <w:p w14:paraId="16252A52" w14:textId="1CE74D12" w:rsidR="003B4B94" w:rsidRDefault="003B4B94" w:rsidP="00F800D0">
      <w:pPr>
        <w:ind w:left="1440" w:hanging="447"/>
        <w:rPr>
          <w:rFonts w:cstheme="minorHAnsi"/>
          <w:sz w:val="24"/>
        </w:rPr>
      </w:pPr>
      <w:r w:rsidRPr="00BA7B4F">
        <w:rPr>
          <w:rFonts w:cstheme="minorHAnsi"/>
          <w:sz w:val="24"/>
        </w:rPr>
        <w:t>B</w:t>
      </w:r>
      <w:r w:rsidR="00F800D0">
        <w:rPr>
          <w:rFonts w:cstheme="minorHAnsi"/>
          <w:sz w:val="24"/>
        </w:rPr>
        <w:tab/>
      </w:r>
      <w:r w:rsidRPr="00BA7B4F">
        <w:rPr>
          <w:rFonts w:cstheme="minorHAnsi"/>
          <w:sz w:val="24"/>
        </w:rPr>
        <w:t xml:space="preserve">Water is made of tiny particles that are </w:t>
      </w:r>
      <w:r w:rsidRPr="00BA7B4F">
        <w:rPr>
          <w:rFonts w:cstheme="minorHAnsi"/>
          <w:b/>
          <w:sz w:val="24"/>
        </w:rPr>
        <w:t>the same size</w:t>
      </w:r>
      <w:r w:rsidRPr="00BA7B4F">
        <w:rPr>
          <w:rFonts w:cstheme="minorHAnsi"/>
          <w:sz w:val="24"/>
        </w:rPr>
        <w:t xml:space="preserve"> as the gaps between the fibres of the filter paper.</w:t>
      </w:r>
    </w:p>
    <w:p w14:paraId="64391017" w14:textId="70846D19" w:rsidR="003B4B94" w:rsidRDefault="003B4B94" w:rsidP="00F800D0">
      <w:pPr>
        <w:ind w:left="1440" w:hanging="447"/>
        <w:rPr>
          <w:rFonts w:cstheme="minorHAnsi"/>
          <w:sz w:val="24"/>
        </w:rPr>
      </w:pPr>
      <w:r w:rsidRPr="00BA7B4F">
        <w:rPr>
          <w:rFonts w:cstheme="minorHAnsi"/>
          <w:sz w:val="24"/>
        </w:rPr>
        <w:t>C</w:t>
      </w:r>
      <w:r w:rsidR="00F800D0">
        <w:rPr>
          <w:rFonts w:cstheme="minorHAnsi"/>
          <w:sz w:val="24"/>
        </w:rPr>
        <w:tab/>
      </w:r>
      <w:r w:rsidRPr="00BA7B4F">
        <w:rPr>
          <w:rFonts w:cstheme="minorHAnsi"/>
          <w:sz w:val="24"/>
        </w:rPr>
        <w:t xml:space="preserve">Water is made of tiny particles that are </w:t>
      </w:r>
      <w:r w:rsidRPr="00BA7B4F">
        <w:rPr>
          <w:rFonts w:cstheme="minorHAnsi"/>
          <w:b/>
          <w:sz w:val="24"/>
        </w:rPr>
        <w:t>smaller</w:t>
      </w:r>
      <w:r w:rsidRPr="00BA7B4F">
        <w:rPr>
          <w:rFonts w:cstheme="minorHAnsi"/>
          <w:sz w:val="24"/>
        </w:rPr>
        <w:t xml:space="preserve"> than the gaps between the fibres of the filter paper.</w:t>
      </w:r>
    </w:p>
    <w:p w14:paraId="2B4701E4" w14:textId="235A55D0" w:rsidR="003B4B94" w:rsidRDefault="003B4B94" w:rsidP="00F800D0">
      <w:pPr>
        <w:ind w:left="1440" w:hanging="447"/>
        <w:rPr>
          <w:rFonts w:cstheme="minorHAnsi"/>
          <w:sz w:val="24"/>
        </w:rPr>
      </w:pPr>
      <w:r w:rsidRPr="00BA7B4F">
        <w:rPr>
          <w:rFonts w:cstheme="minorHAnsi"/>
          <w:sz w:val="24"/>
        </w:rPr>
        <w:t>D</w:t>
      </w:r>
      <w:r w:rsidR="00F800D0">
        <w:rPr>
          <w:rFonts w:cstheme="minorHAnsi"/>
          <w:sz w:val="24"/>
        </w:rPr>
        <w:tab/>
      </w:r>
      <w:r w:rsidRPr="00BA7B4F">
        <w:rPr>
          <w:rFonts w:cstheme="minorHAnsi"/>
          <w:sz w:val="24"/>
        </w:rPr>
        <w:t>Water is not made of tiny particles.  It is a liquid, so it can soak through paper.</w:t>
      </w:r>
    </w:p>
    <w:p w14:paraId="37A146C8" w14:textId="41252A64" w:rsidR="00F800D0" w:rsidRPr="00BA7B4F" w:rsidRDefault="00F800D0" w:rsidP="00F800D0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222152AE" w14:textId="35F6AEFB" w:rsidR="003B4B94" w:rsidRPr="006F3279" w:rsidRDefault="003B4B94" w:rsidP="003B4B94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CPS: Particles</w:t>
      </w:r>
      <w:r w:rsidR="00F800D0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and </w:t>
      </w:r>
      <w:r w:rsidR="008B374C">
        <w:rPr>
          <w:i/>
          <w:sz w:val="18"/>
          <w:szCs w:val="18"/>
        </w:rPr>
        <w:t>structure</w:t>
      </w:r>
      <w:r>
        <w:rPr>
          <w:i/>
          <w:sz w:val="18"/>
          <w:szCs w:val="18"/>
        </w:rPr>
        <w:t xml:space="preserve">s &gt; Topic CPS1: </w:t>
      </w:r>
      <w:r w:rsidR="00BC5854">
        <w:rPr>
          <w:i/>
          <w:sz w:val="18"/>
          <w:szCs w:val="18"/>
        </w:rPr>
        <w:t>Substances and mixtures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CPS1.2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Particles in solutions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3B4B94" w14:paraId="51F7AC32" w14:textId="77777777" w:rsidTr="005326AA">
        <w:tc>
          <w:tcPr>
            <w:tcW w:w="12021" w:type="dxa"/>
            <w:shd w:val="clear" w:color="auto" w:fill="FABF8F" w:themeFill="accent6" w:themeFillTint="99"/>
          </w:tcPr>
          <w:p w14:paraId="736DAFA1" w14:textId="792B6771" w:rsidR="003B4B94" w:rsidRPr="00CA4B46" w:rsidRDefault="003B4B94" w:rsidP="005326AA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F800D0">
              <w:rPr>
                <w:b/>
                <w:sz w:val="40"/>
                <w:szCs w:val="40"/>
              </w:rPr>
              <w:t>question</w:t>
            </w:r>
          </w:p>
        </w:tc>
      </w:tr>
      <w:tr w:rsidR="003B4B94" w14:paraId="038AD2A8" w14:textId="77777777" w:rsidTr="005326AA">
        <w:tc>
          <w:tcPr>
            <w:tcW w:w="12021" w:type="dxa"/>
            <w:shd w:val="clear" w:color="auto" w:fill="FBD4B4" w:themeFill="accent6" w:themeFillTint="66"/>
          </w:tcPr>
          <w:p w14:paraId="2595EBFB" w14:textId="496EDBBA" w:rsidR="003B4B94" w:rsidRPr="00CA4B46" w:rsidRDefault="00BC5854" w:rsidP="005326AA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Sieving and filtering</w:t>
            </w:r>
          </w:p>
        </w:tc>
      </w:tr>
    </w:tbl>
    <w:p w14:paraId="7FC01BAB" w14:textId="77777777" w:rsidR="003B4B94" w:rsidRPr="006F3279" w:rsidRDefault="003B4B94" w:rsidP="003B4B94">
      <w:pPr>
        <w:spacing w:after="180"/>
        <w:rPr>
          <w:b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B4B94" w14:paraId="0A4397FF" w14:textId="77777777" w:rsidTr="005326AA">
        <w:trPr>
          <w:trHeight w:val="340"/>
        </w:trPr>
        <w:tc>
          <w:tcPr>
            <w:tcW w:w="2196" w:type="dxa"/>
          </w:tcPr>
          <w:p w14:paraId="07F26882" w14:textId="1B3579F4" w:rsidR="003B4B94" w:rsidRDefault="003B4B94" w:rsidP="005326AA">
            <w:pPr>
              <w:spacing w:before="60" w:after="60"/>
            </w:pPr>
            <w:r>
              <w:t xml:space="preserve">Learning </w:t>
            </w:r>
            <w:r w:rsidR="00F800D0">
              <w:t>focus</w:t>
            </w:r>
            <w:r>
              <w:t>:</w:t>
            </w:r>
          </w:p>
        </w:tc>
        <w:tc>
          <w:tcPr>
            <w:tcW w:w="6820" w:type="dxa"/>
          </w:tcPr>
          <w:p w14:paraId="79A00097" w14:textId="77777777" w:rsidR="003B4B94" w:rsidRDefault="003B4B94" w:rsidP="005326AA">
            <w:pPr>
              <w:spacing w:before="60" w:after="60"/>
            </w:pPr>
            <w:r w:rsidRPr="00C42192">
              <w:t>Understand how a particle model of matter can be used to describe and explain solutions.</w:t>
            </w:r>
          </w:p>
        </w:tc>
      </w:tr>
      <w:tr w:rsidR="003B4B94" w14:paraId="202B0424" w14:textId="77777777" w:rsidTr="005326AA">
        <w:trPr>
          <w:trHeight w:val="340"/>
        </w:trPr>
        <w:tc>
          <w:tcPr>
            <w:tcW w:w="2196" w:type="dxa"/>
          </w:tcPr>
          <w:p w14:paraId="5E2ABDEB" w14:textId="77777777" w:rsidR="003B4B94" w:rsidRDefault="003B4B94" w:rsidP="005326A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28C4C7A0" w14:textId="77777777" w:rsidR="003B4B94" w:rsidRPr="00A50C9C" w:rsidRDefault="003B4B94" w:rsidP="005326AA">
            <w:pPr>
              <w:spacing w:before="60" w:after="60"/>
              <w:rPr>
                <w:b/>
              </w:rPr>
            </w:pPr>
            <w:r w:rsidRPr="00DC592B">
              <w:t>Predict and explain the filtrate and residue when a mixture (suspension or solution) is filtered.</w:t>
            </w:r>
          </w:p>
        </w:tc>
      </w:tr>
      <w:tr w:rsidR="003B4B94" w14:paraId="2412A5D6" w14:textId="77777777" w:rsidTr="005326AA">
        <w:trPr>
          <w:trHeight w:val="340"/>
        </w:trPr>
        <w:tc>
          <w:tcPr>
            <w:tcW w:w="2196" w:type="dxa"/>
          </w:tcPr>
          <w:p w14:paraId="2D4AA9B4" w14:textId="3429967F" w:rsidR="003B4B94" w:rsidRDefault="00F800D0" w:rsidP="005326AA">
            <w:pPr>
              <w:spacing w:before="60" w:after="60"/>
            </w:pPr>
            <w:r>
              <w:t>Activity</w:t>
            </w:r>
            <w:r w:rsidR="003B4B94">
              <w:t xml:space="preserve"> type:</w:t>
            </w:r>
          </w:p>
        </w:tc>
        <w:tc>
          <w:tcPr>
            <w:tcW w:w="6820" w:type="dxa"/>
          </w:tcPr>
          <w:p w14:paraId="245D22F4" w14:textId="30F8B946" w:rsidR="003B4B94" w:rsidRDefault="00F800D0" w:rsidP="005326AA">
            <w:pPr>
              <w:spacing w:before="60" w:after="60"/>
            </w:pPr>
            <w:r>
              <w:t>si</w:t>
            </w:r>
            <w:r w:rsidR="003B4B94">
              <w:t>mple multiple choice</w:t>
            </w:r>
          </w:p>
        </w:tc>
      </w:tr>
      <w:tr w:rsidR="003B4B94" w14:paraId="24800713" w14:textId="77777777" w:rsidTr="005326AA">
        <w:trPr>
          <w:trHeight w:val="340"/>
        </w:trPr>
        <w:tc>
          <w:tcPr>
            <w:tcW w:w="2196" w:type="dxa"/>
          </w:tcPr>
          <w:p w14:paraId="7A70C93F" w14:textId="77777777" w:rsidR="003B4B94" w:rsidRDefault="003B4B94" w:rsidP="005326A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53E5732A" w14:textId="77777777" w:rsidR="003B4B94" w:rsidRDefault="003B4B94" w:rsidP="005326AA">
            <w:pPr>
              <w:spacing w:before="60" w:after="60"/>
            </w:pPr>
            <w:r w:rsidRPr="00DC592B">
              <w:t>filter, filtrate, residue, particle, clear, cloudy, suspension, solution</w:t>
            </w:r>
          </w:p>
        </w:tc>
      </w:tr>
    </w:tbl>
    <w:p w14:paraId="396062F7" w14:textId="77777777" w:rsidR="003B4B94" w:rsidRDefault="003B4B94" w:rsidP="003B4B94">
      <w:pPr>
        <w:spacing w:after="180"/>
      </w:pPr>
    </w:p>
    <w:p w14:paraId="738ADEA8" w14:textId="717DEF5F" w:rsidR="000763A3" w:rsidRDefault="000763A3" w:rsidP="000763A3">
      <w:pPr>
        <w:spacing w:after="180"/>
      </w:pPr>
      <w:r>
        <w:t xml:space="preserve">This activity can help develop students’ understanding by addressing the </w:t>
      </w:r>
      <w:r w:rsidR="0000279F">
        <w:t xml:space="preserve">misunderstandings </w:t>
      </w:r>
      <w:r>
        <w:t>revealed by the following diagnostic question:</w:t>
      </w:r>
    </w:p>
    <w:p w14:paraId="318CB843" w14:textId="2EC44096" w:rsidR="000763A3" w:rsidRPr="000763A3" w:rsidRDefault="000763A3" w:rsidP="000763A3">
      <w:pPr>
        <w:pStyle w:val="ListParagraph"/>
        <w:numPr>
          <w:ilvl w:val="0"/>
          <w:numId w:val="1"/>
        </w:numPr>
        <w:spacing w:after="180"/>
      </w:pPr>
      <w:r w:rsidRPr="000763A3">
        <w:t>Filtering mixtures</w:t>
      </w:r>
    </w:p>
    <w:p w14:paraId="712E4EC2" w14:textId="77777777" w:rsidR="003B4B94" w:rsidRDefault="003B4B94" w:rsidP="003B4B94"/>
    <w:p w14:paraId="189058A6" w14:textId="77777777" w:rsidR="003B4B94" w:rsidRPr="001C2E59" w:rsidRDefault="003B4B94" w:rsidP="003B4B94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say?</w:t>
      </w:r>
    </w:p>
    <w:p w14:paraId="74A588A1" w14:textId="075503BB" w:rsidR="003B4B94" w:rsidRDefault="003B4B94" w:rsidP="003B4B94">
      <w:pPr>
        <w:spacing w:after="180"/>
      </w:pPr>
      <w:r>
        <w:t>Johnstone (1991) explains the difficulties that many students face in understanding science as the degree of ‘multilevel’ though</w:t>
      </w:r>
      <w:r w:rsidR="0000279F">
        <w:t>t</w:t>
      </w:r>
      <w:r>
        <w:t xml:space="preserve"> required. In chemistry students are frequently required to think about very different types of thing all at once.</w:t>
      </w:r>
    </w:p>
    <w:p w14:paraId="0D778EC3" w14:textId="77777777" w:rsidR="003B4B94" w:rsidRDefault="003B4B94" w:rsidP="003B4B94">
      <w:pPr>
        <w:spacing w:after="180"/>
      </w:pPr>
      <w:r>
        <w:t>Johnstone presented this in the form of a triangle:</w:t>
      </w:r>
    </w:p>
    <w:p w14:paraId="3EAC957F" w14:textId="77777777" w:rsidR="003B4B94" w:rsidRDefault="003B4B94" w:rsidP="003B4B94">
      <w:pPr>
        <w:spacing w:after="180"/>
      </w:pPr>
    </w:p>
    <w:p w14:paraId="7DF00DFD" w14:textId="77777777" w:rsidR="003B4B94" w:rsidRDefault="003B4B94" w:rsidP="003B4B94">
      <w:pPr>
        <w:spacing w:after="180"/>
      </w:pPr>
      <w:r>
        <w:rPr>
          <w:noProof/>
        </w:rPr>
        <w:drawing>
          <wp:inline distT="0" distB="0" distL="0" distR="0" wp14:anchorId="1AAA01BD" wp14:editId="07117EB7">
            <wp:extent cx="1908184" cy="1323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Ohnstone's traing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10" cy="1327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58F7A" w14:textId="77777777" w:rsidR="003B4B94" w:rsidRDefault="003B4B94" w:rsidP="003B4B94">
      <w:pPr>
        <w:spacing w:after="180"/>
        <w:rPr>
          <w:i/>
        </w:rPr>
      </w:pPr>
      <w:r w:rsidRPr="00682D3A">
        <w:rPr>
          <w:i/>
        </w:rPr>
        <w:t>(after Johnstone, 1991, p78)</w:t>
      </w:r>
    </w:p>
    <w:p w14:paraId="5F13883C" w14:textId="32CDBE6B" w:rsidR="003B4B94" w:rsidRPr="001C2E59" w:rsidRDefault="003B4B94" w:rsidP="003B4B94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 xml:space="preserve">Ways to use this </w:t>
      </w:r>
      <w:r w:rsidR="00F800D0">
        <w:rPr>
          <w:b/>
          <w:color w:val="E36C0A" w:themeColor="accent6" w:themeShade="BF"/>
          <w:sz w:val="24"/>
        </w:rPr>
        <w:t>activity</w:t>
      </w:r>
    </w:p>
    <w:p w14:paraId="36BD54DE" w14:textId="029A118A" w:rsidR="00F800D0" w:rsidRDefault="003B4B94" w:rsidP="00F800D0">
      <w:pPr>
        <w:spacing w:after="180"/>
      </w:pPr>
      <w:r>
        <w:t xml:space="preserve">Encourage students to make links between part </w:t>
      </w:r>
      <w:r w:rsidR="0000279F">
        <w:t>a</w:t>
      </w:r>
      <w:r>
        <w:t xml:space="preserve"> and part b by thinking about the holes in the filter paper as being like </w:t>
      </w:r>
      <w:r w:rsidR="00066F19">
        <w:t>those in the</w:t>
      </w:r>
      <w:r>
        <w:t xml:space="preserve"> sieve</w:t>
      </w:r>
      <w:r w:rsidR="00066F19">
        <w:t>,</w:t>
      </w:r>
      <w:r>
        <w:t xml:space="preserve"> but very much smaller.</w:t>
      </w:r>
      <w:r w:rsidR="00F800D0" w:rsidRPr="00F800D0">
        <w:t xml:space="preserve"> </w:t>
      </w:r>
    </w:p>
    <w:p w14:paraId="3AF573CA" w14:textId="05DDFED8" w:rsidR="003B4B94" w:rsidRDefault="00F800D0" w:rsidP="003B4B94">
      <w:pPr>
        <w:spacing w:after="180"/>
      </w:pPr>
      <w:r>
        <w:t xml:space="preserve">This activity aims to help students to visualise at the sub-microscopic level by using a sieve </w:t>
      </w:r>
      <w:r w:rsidR="0000279F">
        <w:t xml:space="preserve">as a model </w:t>
      </w:r>
      <w:r>
        <w:t>which is observable at the macroscopic level.</w:t>
      </w:r>
    </w:p>
    <w:p w14:paraId="7567F0EF" w14:textId="77777777" w:rsidR="003B4B94" w:rsidRPr="00D52283" w:rsidRDefault="003B4B94" w:rsidP="003B4B94">
      <w:pPr>
        <w:spacing w:after="180"/>
        <w:rPr>
          <w:i/>
        </w:rPr>
      </w:pPr>
      <w:r w:rsidRPr="00D52283">
        <w:rPr>
          <w:i/>
        </w:rPr>
        <w:t>Differentiation</w:t>
      </w:r>
    </w:p>
    <w:p w14:paraId="2F92F7E3" w14:textId="77777777" w:rsidR="003B4B94" w:rsidRDefault="003B4B94" w:rsidP="003B4B94">
      <w:pPr>
        <w:spacing w:after="180"/>
      </w:pPr>
      <w:r>
        <w:t>Students could also carry out the experiment.</w:t>
      </w:r>
    </w:p>
    <w:p w14:paraId="766CC383" w14:textId="523BD192" w:rsidR="003B4B94" w:rsidRPr="001C2E59" w:rsidRDefault="003B4B94" w:rsidP="003B4B94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45957B7D" w14:textId="3EBA5C53" w:rsidR="003B4B94" w:rsidRDefault="00D82A37" w:rsidP="00F800D0">
      <w:pPr>
        <w:spacing w:after="180"/>
      </w:pPr>
      <w:r w:rsidRPr="00D82A37">
        <w:t>1a C</w:t>
      </w:r>
      <w:r w:rsidRPr="00D82A37">
        <w:tab/>
        <w:t xml:space="preserve"> b A </w:t>
      </w:r>
      <w:r w:rsidR="00F800D0">
        <w:tab/>
      </w:r>
      <w:r w:rsidRPr="00D82A37">
        <w:t>c</w:t>
      </w:r>
      <w:r>
        <w:t xml:space="preserve"> </w:t>
      </w:r>
      <w:r w:rsidRPr="00D82A37">
        <w:t>C</w:t>
      </w:r>
    </w:p>
    <w:p w14:paraId="12AF50D7" w14:textId="77777777" w:rsidR="003B4B94" w:rsidRPr="001C2E59" w:rsidRDefault="003B4B94" w:rsidP="003B4B94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6ABD0731" w14:textId="74C30127" w:rsidR="003B4B94" w:rsidRDefault="003B4B94" w:rsidP="0000279F">
      <w:r>
        <w:t>Developed by Helen Harden (UYSEG</w:t>
      </w:r>
      <w:r w:rsidR="0000279F">
        <w:t>) adapted from</w:t>
      </w:r>
      <w:r w:rsidR="0000279F">
        <w:t xml:space="preserve"> </w:t>
      </w:r>
      <w:r w:rsidR="0000279F">
        <w:t xml:space="preserve">an </w:t>
      </w:r>
      <w:r w:rsidR="0000279F" w:rsidRPr="005D0552">
        <w:t>Evidence-based Practice in</w:t>
      </w:r>
      <w:r w:rsidR="0000279F">
        <w:t xml:space="preserve"> Science </w:t>
      </w:r>
      <w:r w:rsidR="0000279F">
        <w:t xml:space="preserve">Education (EPSE) </w:t>
      </w:r>
      <w:r w:rsidR="0000279F">
        <w:t>diagnostic item</w:t>
      </w:r>
      <w:r w:rsidR="0000279F">
        <w:t>.</w:t>
      </w:r>
    </w:p>
    <w:p w14:paraId="7245947A" w14:textId="77777777" w:rsidR="0000279F" w:rsidRDefault="0000279F" w:rsidP="0000279F"/>
    <w:p w14:paraId="70C9E0C1" w14:textId="21B98B88" w:rsidR="003B4B94" w:rsidRDefault="003B4B94" w:rsidP="003B4B94">
      <w:pPr>
        <w:spacing w:after="180"/>
      </w:pPr>
      <w:r w:rsidRPr="0045323E">
        <w:t xml:space="preserve">Images: </w:t>
      </w:r>
      <w:r w:rsidR="0000279F">
        <w:t>York Science</w:t>
      </w:r>
      <w:bookmarkStart w:id="0" w:name="_GoBack"/>
      <w:bookmarkEnd w:id="0"/>
    </w:p>
    <w:p w14:paraId="0BC032EB" w14:textId="77777777" w:rsidR="003B4B94" w:rsidRPr="001C2E59" w:rsidRDefault="003B4B94" w:rsidP="003B4B94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References</w:t>
      </w:r>
    </w:p>
    <w:p w14:paraId="676E1CF0" w14:textId="725DF73E" w:rsidR="003B4B94" w:rsidRDefault="003B4B94" w:rsidP="003B4B94">
      <w:pPr>
        <w:spacing w:after="180"/>
      </w:pPr>
      <w:r>
        <w:t>Johnstone, A.H.</w:t>
      </w:r>
      <w:r w:rsidR="0000279F">
        <w:t xml:space="preserve"> </w:t>
      </w:r>
      <w:r>
        <w:t xml:space="preserve">(1991). Why is chemistry difficult to learn? Things are seldom what they seem. </w:t>
      </w:r>
      <w:r w:rsidRPr="0097764C">
        <w:rPr>
          <w:i/>
        </w:rPr>
        <w:t>Journal of Computer Assisted Learning</w:t>
      </w:r>
      <w:r>
        <w:t>, 7, 75-83</w:t>
      </w:r>
    </w:p>
    <w:p w14:paraId="06590C8A" w14:textId="77777777" w:rsidR="003B4B94" w:rsidRDefault="003B4B94" w:rsidP="003B4B94">
      <w:pPr>
        <w:spacing w:after="180"/>
      </w:pPr>
      <w:r>
        <w:t xml:space="preserve">Taber, K.S. (2013). Revisiting the chemistry triplet: drawing upon the nature of chemical knowledge and the psychology of learning to inform chemistry education. </w:t>
      </w:r>
      <w:r w:rsidRPr="006C7260">
        <w:rPr>
          <w:i/>
        </w:rPr>
        <w:t>Chemistry Education Research and Practice</w:t>
      </w:r>
      <w:r>
        <w:t>, 14, 156</w:t>
      </w:r>
    </w:p>
    <w:p w14:paraId="2142CC72" w14:textId="77777777" w:rsidR="003B4B94" w:rsidRDefault="003B4B94" w:rsidP="003B4B94">
      <w:pPr>
        <w:spacing w:after="180"/>
      </w:pPr>
    </w:p>
    <w:p w14:paraId="7156F117" w14:textId="65232C01" w:rsidR="00B46FF9" w:rsidRDefault="00B46FF9" w:rsidP="00E24309">
      <w:pPr>
        <w:spacing w:after="180"/>
      </w:pP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DD808" w14:textId="77777777" w:rsidR="006B7272" w:rsidRDefault="006B7272" w:rsidP="000B473B">
      <w:r>
        <w:separator/>
      </w:r>
    </w:p>
  </w:endnote>
  <w:endnote w:type="continuationSeparator" w:id="0">
    <w:p w14:paraId="092D1579" w14:textId="77777777" w:rsidR="006B7272" w:rsidRDefault="006B727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3C08C" w14:textId="77777777" w:rsidR="006B7272" w:rsidRDefault="006B7272" w:rsidP="000B473B">
      <w:r>
        <w:separator/>
      </w:r>
    </w:p>
  </w:footnote>
  <w:footnote w:type="continuationSeparator" w:id="0">
    <w:p w14:paraId="0F595614" w14:textId="77777777" w:rsidR="006B7272" w:rsidRDefault="006B727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17BEA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05FF70ED" wp14:editId="339BDA50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D12FAF6" wp14:editId="5C32AFA5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86FAB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54596"/>
    <w:multiLevelType w:val="hybridMultilevel"/>
    <w:tmpl w:val="CCC671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C1F"/>
    <w:rsid w:val="0000279F"/>
    <w:rsid w:val="00015578"/>
    <w:rsid w:val="00024731"/>
    <w:rsid w:val="00026DEC"/>
    <w:rsid w:val="000505CA"/>
    <w:rsid w:val="00066F19"/>
    <w:rsid w:val="000763A3"/>
    <w:rsid w:val="0007651D"/>
    <w:rsid w:val="0009089A"/>
    <w:rsid w:val="000947E2"/>
    <w:rsid w:val="00095E04"/>
    <w:rsid w:val="000B473B"/>
    <w:rsid w:val="000D0E89"/>
    <w:rsid w:val="000E2689"/>
    <w:rsid w:val="001029D0"/>
    <w:rsid w:val="001357B4"/>
    <w:rsid w:val="00142613"/>
    <w:rsid w:val="00144DA7"/>
    <w:rsid w:val="0015356E"/>
    <w:rsid w:val="00161D3F"/>
    <w:rsid w:val="001915D4"/>
    <w:rsid w:val="00194675"/>
    <w:rsid w:val="001A1FED"/>
    <w:rsid w:val="001A40E2"/>
    <w:rsid w:val="001B0576"/>
    <w:rsid w:val="001C2E59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4B94"/>
    <w:rsid w:val="003B541B"/>
    <w:rsid w:val="003C68CB"/>
    <w:rsid w:val="003E2B2F"/>
    <w:rsid w:val="003E6046"/>
    <w:rsid w:val="003F16F9"/>
    <w:rsid w:val="00430C1F"/>
    <w:rsid w:val="00442595"/>
    <w:rsid w:val="0045323E"/>
    <w:rsid w:val="004B0EE1"/>
    <w:rsid w:val="004D0D83"/>
    <w:rsid w:val="004E1DF1"/>
    <w:rsid w:val="004E5592"/>
    <w:rsid w:val="0050055B"/>
    <w:rsid w:val="005011F7"/>
    <w:rsid w:val="00524710"/>
    <w:rsid w:val="00555342"/>
    <w:rsid w:val="005560E2"/>
    <w:rsid w:val="005A452E"/>
    <w:rsid w:val="005A6EE7"/>
    <w:rsid w:val="005B5268"/>
    <w:rsid w:val="005E07F2"/>
    <w:rsid w:val="005F1A7B"/>
    <w:rsid w:val="006355D8"/>
    <w:rsid w:val="00642ECD"/>
    <w:rsid w:val="006502A0"/>
    <w:rsid w:val="006772F5"/>
    <w:rsid w:val="006A4440"/>
    <w:rsid w:val="006B0615"/>
    <w:rsid w:val="006B7272"/>
    <w:rsid w:val="006D166B"/>
    <w:rsid w:val="006F3279"/>
    <w:rsid w:val="00704AEE"/>
    <w:rsid w:val="00722F9A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73B8C"/>
    <w:rsid w:val="00880E3B"/>
    <w:rsid w:val="008A405F"/>
    <w:rsid w:val="008B374C"/>
    <w:rsid w:val="008C7F34"/>
    <w:rsid w:val="008E580C"/>
    <w:rsid w:val="0090047A"/>
    <w:rsid w:val="009158ED"/>
    <w:rsid w:val="00925026"/>
    <w:rsid w:val="00931264"/>
    <w:rsid w:val="00942A4B"/>
    <w:rsid w:val="00961D59"/>
    <w:rsid w:val="009970B3"/>
    <w:rsid w:val="009B2D55"/>
    <w:rsid w:val="009C0343"/>
    <w:rsid w:val="009E0D11"/>
    <w:rsid w:val="00A24A16"/>
    <w:rsid w:val="00A37D14"/>
    <w:rsid w:val="00A6111E"/>
    <w:rsid w:val="00A6168B"/>
    <w:rsid w:val="00A62028"/>
    <w:rsid w:val="00A95396"/>
    <w:rsid w:val="00AA6236"/>
    <w:rsid w:val="00AB6AE7"/>
    <w:rsid w:val="00AD21F5"/>
    <w:rsid w:val="00B06225"/>
    <w:rsid w:val="00B23B31"/>
    <w:rsid w:val="00B23C7A"/>
    <w:rsid w:val="00B305F5"/>
    <w:rsid w:val="00B46FF9"/>
    <w:rsid w:val="00B75483"/>
    <w:rsid w:val="00BA7952"/>
    <w:rsid w:val="00BA7B4F"/>
    <w:rsid w:val="00BB44B4"/>
    <w:rsid w:val="00BC5854"/>
    <w:rsid w:val="00BE7C1F"/>
    <w:rsid w:val="00BF0BBF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82A37"/>
    <w:rsid w:val="00DC3D50"/>
    <w:rsid w:val="00DC4A4E"/>
    <w:rsid w:val="00DD1874"/>
    <w:rsid w:val="00DD63BD"/>
    <w:rsid w:val="00E172C6"/>
    <w:rsid w:val="00E24309"/>
    <w:rsid w:val="00E53D82"/>
    <w:rsid w:val="00E62923"/>
    <w:rsid w:val="00E9330A"/>
    <w:rsid w:val="00EE6B97"/>
    <w:rsid w:val="00F12C3B"/>
    <w:rsid w:val="00F26884"/>
    <w:rsid w:val="00F72ECC"/>
    <w:rsid w:val="00F800D0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739A65"/>
  <w15:docId w15:val="{42668244-C6D0-46E3-BE8F-393D645E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Title">
    <w:name w:val="Title"/>
    <w:aliases w:val="why this item? etc"/>
    <w:basedOn w:val="Header"/>
    <w:next w:val="Normal"/>
    <w:link w:val="TitleChar"/>
    <w:qFormat/>
    <w:rsid w:val="00BA7B4F"/>
    <w:pPr>
      <w:spacing w:after="120"/>
    </w:pPr>
    <w:rPr>
      <w:rFonts w:ascii="Calibri" w:eastAsia="Calibri" w:hAnsi="Calibri" w:cs="Times New Roman"/>
      <w:b/>
      <w:sz w:val="28"/>
      <w:szCs w:val="28"/>
    </w:rPr>
  </w:style>
  <w:style w:type="character" w:customStyle="1" w:styleId="TitleChar">
    <w:name w:val="Title Char"/>
    <w:aliases w:val="why this item? etc Char"/>
    <w:basedOn w:val="DefaultParagraphFont"/>
    <w:link w:val="Title"/>
    <w:rsid w:val="00BA7B4F"/>
    <w:rPr>
      <w:rFonts w:ascii="Calibri" w:eastAsia="Calibri" w:hAnsi="Calibri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A663A-DC96-4140-A903-41C647C0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48</TotalTime>
  <Pages>4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HEC Harden</dc:creator>
  <cp:lastModifiedBy>HEC Harden</cp:lastModifiedBy>
  <cp:revision>11</cp:revision>
  <cp:lastPrinted>2017-02-24T16:20:00Z</cp:lastPrinted>
  <dcterms:created xsi:type="dcterms:W3CDTF">2018-04-13T12:37:00Z</dcterms:created>
  <dcterms:modified xsi:type="dcterms:W3CDTF">2018-06-15T12:54:00Z</dcterms:modified>
</cp:coreProperties>
</file>